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432B7B" w14:textId="0C7B0043" w:rsidR="006E5D65" w:rsidRPr="00B169DF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 w:rsidRPr="00B169DF">
        <w:rPr>
          <w:rFonts w:ascii="Corbel" w:hAnsi="Corbel"/>
          <w:b/>
          <w:bCs/>
        </w:rPr>
        <w:tab/>
      </w:r>
      <w:r w:rsidR="00D8678B" w:rsidRPr="00B169DF">
        <w:rPr>
          <w:rFonts w:ascii="Corbel" w:hAnsi="Corbel"/>
          <w:bCs/>
          <w:i/>
        </w:rPr>
        <w:t xml:space="preserve">Załącznik nr </w:t>
      </w:r>
      <w:r w:rsidR="006F31E2" w:rsidRPr="00B169DF">
        <w:rPr>
          <w:rFonts w:ascii="Corbel" w:hAnsi="Corbel"/>
          <w:bCs/>
          <w:i/>
        </w:rPr>
        <w:t>1.5</w:t>
      </w:r>
      <w:r w:rsidR="00D8678B" w:rsidRPr="00B169DF">
        <w:rPr>
          <w:rFonts w:ascii="Corbel" w:hAnsi="Corbel"/>
          <w:bCs/>
          <w:i/>
        </w:rPr>
        <w:t xml:space="preserve"> do Zarządzenia</w:t>
      </w:r>
      <w:r w:rsidR="002A22BF" w:rsidRPr="00B169DF">
        <w:rPr>
          <w:rFonts w:ascii="Corbel" w:hAnsi="Corbel"/>
          <w:bCs/>
          <w:i/>
        </w:rPr>
        <w:t xml:space="preserve"> Rektora UR </w:t>
      </w:r>
      <w:r w:rsidR="00CD6897" w:rsidRPr="00B169DF">
        <w:rPr>
          <w:rFonts w:ascii="Corbel" w:hAnsi="Corbel"/>
          <w:bCs/>
          <w:i/>
        </w:rPr>
        <w:t xml:space="preserve"> nr </w:t>
      </w:r>
      <w:r w:rsidR="00F61A26" w:rsidRPr="00B169DF">
        <w:rPr>
          <w:rFonts w:ascii="Corbel" w:hAnsi="Corbel"/>
          <w:bCs/>
          <w:i/>
        </w:rPr>
        <w:t>7/2023</w:t>
      </w:r>
    </w:p>
    <w:p w14:paraId="54E7DB4F" w14:textId="77777777" w:rsidR="0085747A" w:rsidRPr="00B169DF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B169DF">
        <w:rPr>
          <w:rFonts w:ascii="Corbel" w:hAnsi="Corbel"/>
          <w:b/>
          <w:smallCaps/>
          <w:sz w:val="24"/>
          <w:szCs w:val="24"/>
        </w:rPr>
        <w:t>SYLABUS</w:t>
      </w:r>
    </w:p>
    <w:p w14:paraId="5DD5466E" w14:textId="41949993" w:rsidR="0085747A" w:rsidRPr="00B169DF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B169DF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B169DF">
        <w:rPr>
          <w:rFonts w:ascii="Corbel" w:hAnsi="Corbel"/>
          <w:b/>
          <w:smallCaps/>
          <w:sz w:val="24"/>
          <w:szCs w:val="24"/>
        </w:rPr>
        <w:t xml:space="preserve"> </w:t>
      </w:r>
      <w:r w:rsidR="008545A0">
        <w:rPr>
          <w:rFonts w:ascii="Corbel" w:hAnsi="Corbel"/>
          <w:i/>
          <w:smallCaps/>
          <w:sz w:val="24"/>
          <w:szCs w:val="24"/>
        </w:rPr>
        <w:t xml:space="preserve"> 2025-2027</w:t>
      </w:r>
      <w:r w:rsidR="0085747A" w:rsidRPr="00B169DF">
        <w:rPr>
          <w:rFonts w:ascii="Corbel" w:hAnsi="Corbel"/>
          <w:b/>
          <w:smallCaps/>
          <w:sz w:val="24"/>
          <w:szCs w:val="24"/>
        </w:rPr>
        <w:t xml:space="preserve"> </w:t>
      </w:r>
    </w:p>
    <w:p w14:paraId="59FBD6E8" w14:textId="77777777" w:rsidR="0085747A" w:rsidRPr="00B169DF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B169DF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</w:t>
      </w:r>
      <w:r w:rsidR="00D3397B" w:rsidRPr="00B169DF">
        <w:rPr>
          <w:rFonts w:ascii="Corbel" w:hAnsi="Corbel"/>
          <w:i/>
          <w:sz w:val="24"/>
          <w:szCs w:val="24"/>
        </w:rPr>
        <w:t xml:space="preserve">       </w:t>
      </w:r>
      <w:r w:rsidRPr="00B169DF">
        <w:rPr>
          <w:rFonts w:ascii="Corbel" w:hAnsi="Corbel"/>
          <w:i/>
          <w:sz w:val="24"/>
          <w:szCs w:val="24"/>
        </w:rPr>
        <w:t xml:space="preserve"> </w:t>
      </w:r>
      <w:r w:rsidR="0085747A" w:rsidRPr="00B169DF">
        <w:rPr>
          <w:rFonts w:ascii="Corbel" w:hAnsi="Corbel"/>
          <w:i/>
          <w:sz w:val="20"/>
          <w:szCs w:val="20"/>
        </w:rPr>
        <w:t>(skrajne daty</w:t>
      </w:r>
      <w:r w:rsidR="0085747A" w:rsidRPr="00B169DF">
        <w:rPr>
          <w:rFonts w:ascii="Corbel" w:hAnsi="Corbel"/>
          <w:sz w:val="20"/>
          <w:szCs w:val="20"/>
        </w:rPr>
        <w:t>)</w:t>
      </w:r>
    </w:p>
    <w:p w14:paraId="2D70602B" w14:textId="35FF6AAA" w:rsidR="00445970" w:rsidRDefault="00445970" w:rsidP="007D1D1D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B169DF">
        <w:rPr>
          <w:rFonts w:ascii="Corbel" w:hAnsi="Corbel"/>
          <w:sz w:val="20"/>
          <w:szCs w:val="20"/>
        </w:rPr>
        <w:t xml:space="preserve">Rok akademicki   </w:t>
      </w:r>
      <w:r w:rsidR="005651E2">
        <w:rPr>
          <w:rFonts w:ascii="Corbel" w:hAnsi="Corbel"/>
          <w:sz w:val="20"/>
          <w:szCs w:val="20"/>
        </w:rPr>
        <w:t>202</w:t>
      </w:r>
      <w:r w:rsidR="007D1D1D">
        <w:rPr>
          <w:rFonts w:ascii="Corbel" w:hAnsi="Corbel"/>
          <w:sz w:val="20"/>
          <w:szCs w:val="20"/>
        </w:rPr>
        <w:t>5</w:t>
      </w:r>
      <w:r w:rsidR="005651E2">
        <w:rPr>
          <w:rFonts w:ascii="Corbel" w:hAnsi="Corbel"/>
          <w:sz w:val="20"/>
          <w:szCs w:val="20"/>
        </w:rPr>
        <w:t>-202</w:t>
      </w:r>
      <w:r w:rsidR="007D1D1D">
        <w:rPr>
          <w:rFonts w:ascii="Corbel" w:hAnsi="Corbel"/>
          <w:sz w:val="20"/>
          <w:szCs w:val="20"/>
        </w:rPr>
        <w:t>6</w:t>
      </w:r>
    </w:p>
    <w:p w14:paraId="77CBBD80" w14:textId="7334E01F" w:rsidR="007D1D1D" w:rsidRDefault="007D1D1D" w:rsidP="007D1D1D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B169DF">
        <w:rPr>
          <w:rFonts w:ascii="Corbel" w:hAnsi="Corbel"/>
          <w:sz w:val="20"/>
          <w:szCs w:val="20"/>
        </w:rPr>
        <w:t xml:space="preserve">Rok akademicki   </w:t>
      </w:r>
      <w:r>
        <w:rPr>
          <w:rFonts w:ascii="Corbel" w:hAnsi="Corbel"/>
          <w:sz w:val="20"/>
          <w:szCs w:val="20"/>
        </w:rPr>
        <w:t>2026-2027</w:t>
      </w:r>
    </w:p>
    <w:p w14:paraId="1923C0E4" w14:textId="77777777" w:rsidR="007D1D1D" w:rsidRPr="00B169DF" w:rsidRDefault="007D1D1D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</w:p>
    <w:p w14:paraId="4B261BF3" w14:textId="77777777" w:rsidR="0085747A" w:rsidRPr="00B169DF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00B1A50" w14:textId="77777777" w:rsidR="0085747A" w:rsidRPr="00B169DF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B169DF">
        <w:rPr>
          <w:rFonts w:ascii="Corbel" w:hAnsi="Corbel"/>
          <w:szCs w:val="24"/>
        </w:rPr>
        <w:t xml:space="preserve">1. </w:t>
      </w:r>
      <w:r w:rsidR="0085747A" w:rsidRPr="00B169DF">
        <w:rPr>
          <w:rFonts w:ascii="Corbel" w:hAnsi="Corbel"/>
          <w:szCs w:val="24"/>
        </w:rPr>
        <w:t xml:space="preserve">Podstawowe </w:t>
      </w:r>
      <w:r w:rsidR="00445970" w:rsidRPr="00B169DF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B169DF" w14:paraId="33AC1EA7" w14:textId="77777777" w:rsidTr="00B819C8">
        <w:tc>
          <w:tcPr>
            <w:tcW w:w="2694" w:type="dxa"/>
            <w:vAlign w:val="center"/>
          </w:tcPr>
          <w:p w14:paraId="14FD2B28" w14:textId="77777777" w:rsidR="0085747A" w:rsidRPr="00B169DF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F6D6AEE" w14:textId="6EB8968D" w:rsidR="0085747A" w:rsidRPr="00B169DF" w:rsidRDefault="005651E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Seminarium magisterskie</w:t>
            </w:r>
          </w:p>
        </w:tc>
      </w:tr>
      <w:tr w:rsidR="0085747A" w:rsidRPr="00B169DF" w14:paraId="3ACE5527" w14:textId="77777777" w:rsidTr="00B819C8">
        <w:tc>
          <w:tcPr>
            <w:tcW w:w="2694" w:type="dxa"/>
            <w:vAlign w:val="center"/>
          </w:tcPr>
          <w:p w14:paraId="6D20BF9C" w14:textId="77777777" w:rsidR="0085747A" w:rsidRPr="008E7A35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E7A35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8E7A35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C63C6CD" w14:textId="44F817DE" w:rsidR="0085747A" w:rsidRPr="00B169DF" w:rsidRDefault="008E7A3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SM2_12</w:t>
            </w:r>
          </w:p>
        </w:tc>
      </w:tr>
      <w:tr w:rsidR="0085747A" w:rsidRPr="00B169DF" w14:paraId="66AFC85E" w14:textId="77777777" w:rsidTr="00B819C8">
        <w:tc>
          <w:tcPr>
            <w:tcW w:w="2694" w:type="dxa"/>
            <w:vAlign w:val="center"/>
          </w:tcPr>
          <w:p w14:paraId="18A5993B" w14:textId="77777777" w:rsidR="0085747A" w:rsidRPr="00B169DF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</w:t>
            </w:r>
            <w:r w:rsidR="00C05F44" w:rsidRPr="00B169DF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23F41AAB" w14:textId="7FA1456F" w:rsidR="0085747A" w:rsidRPr="00B169DF" w:rsidRDefault="008E7A3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Wydział</w:t>
            </w:r>
            <w:r w:rsidR="007D1D1D">
              <w:rPr>
                <w:rFonts w:ascii="Corbel" w:hAnsi="Corbel"/>
                <w:b w:val="0"/>
                <w:sz w:val="24"/>
                <w:szCs w:val="24"/>
              </w:rPr>
              <w:t xml:space="preserve"> Nauk Społecznych</w:t>
            </w:r>
          </w:p>
        </w:tc>
      </w:tr>
      <w:tr w:rsidR="0085747A" w:rsidRPr="00B169DF" w14:paraId="2D1E3718" w14:textId="77777777" w:rsidTr="00B819C8">
        <w:tc>
          <w:tcPr>
            <w:tcW w:w="2694" w:type="dxa"/>
            <w:vAlign w:val="center"/>
          </w:tcPr>
          <w:p w14:paraId="00A6AB79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150CF4F6" w14:textId="69549FA3" w:rsidR="0085747A" w:rsidRPr="00B169DF" w:rsidRDefault="007D1D1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Nauk o Polityce</w:t>
            </w:r>
          </w:p>
        </w:tc>
      </w:tr>
      <w:tr w:rsidR="0085747A" w:rsidRPr="00B169DF" w14:paraId="013EE83C" w14:textId="77777777" w:rsidTr="00B819C8">
        <w:tc>
          <w:tcPr>
            <w:tcW w:w="2694" w:type="dxa"/>
            <w:vAlign w:val="center"/>
          </w:tcPr>
          <w:p w14:paraId="7B345BC2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2B12757" w14:textId="0AFD2B5A" w:rsidR="0085747A" w:rsidRPr="00B169DF" w:rsidRDefault="007D1D1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Stosunki międzynarodowe</w:t>
            </w:r>
          </w:p>
        </w:tc>
      </w:tr>
      <w:tr w:rsidR="0085747A" w:rsidRPr="00B169DF" w14:paraId="4D9FD7E1" w14:textId="77777777" w:rsidTr="00B819C8">
        <w:tc>
          <w:tcPr>
            <w:tcW w:w="2694" w:type="dxa"/>
            <w:vAlign w:val="center"/>
          </w:tcPr>
          <w:p w14:paraId="655FFF0A" w14:textId="77777777" w:rsidR="0085747A" w:rsidRPr="00B169DF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EC81A25" w14:textId="2CB50726" w:rsidR="0085747A" w:rsidRPr="00B169DF" w:rsidRDefault="007D1D1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</w:t>
            </w:r>
          </w:p>
        </w:tc>
      </w:tr>
      <w:tr w:rsidR="0085747A" w:rsidRPr="00B169DF" w14:paraId="253731A1" w14:textId="77777777" w:rsidTr="00B819C8">
        <w:tc>
          <w:tcPr>
            <w:tcW w:w="2694" w:type="dxa"/>
            <w:vAlign w:val="center"/>
          </w:tcPr>
          <w:p w14:paraId="0829B5CC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43300B88" w14:textId="0B996FCF" w:rsidR="0085747A" w:rsidRPr="00B169DF" w:rsidRDefault="007D1D1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B169DF" w14:paraId="30678F84" w14:textId="77777777" w:rsidTr="00B819C8">
        <w:tc>
          <w:tcPr>
            <w:tcW w:w="2694" w:type="dxa"/>
            <w:vAlign w:val="center"/>
          </w:tcPr>
          <w:p w14:paraId="5177C36E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7A9139E9" w14:textId="3EA2AE87" w:rsidR="0085747A" w:rsidRPr="00B169DF" w:rsidRDefault="007D1D1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B169DF" w14:paraId="483A0087" w14:textId="77777777" w:rsidTr="00B819C8">
        <w:tc>
          <w:tcPr>
            <w:tcW w:w="2694" w:type="dxa"/>
            <w:vAlign w:val="center"/>
          </w:tcPr>
          <w:p w14:paraId="0FF975C6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B169DF">
              <w:rPr>
                <w:rFonts w:ascii="Corbel" w:hAnsi="Corbel"/>
                <w:sz w:val="24"/>
                <w:szCs w:val="24"/>
              </w:rPr>
              <w:t>/y</w:t>
            </w:r>
            <w:r w:rsidRPr="00B169DF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7027F6F5" w14:textId="5528373D" w:rsidR="0085747A" w:rsidRPr="00B169DF" w:rsidRDefault="00EA645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 rok 2 semestr, II rok 3 semestr, II tok 4 semestr</w:t>
            </w:r>
          </w:p>
        </w:tc>
      </w:tr>
      <w:tr w:rsidR="0085747A" w:rsidRPr="00B169DF" w14:paraId="768FFFB6" w14:textId="77777777" w:rsidTr="00B819C8">
        <w:tc>
          <w:tcPr>
            <w:tcW w:w="2694" w:type="dxa"/>
            <w:vAlign w:val="center"/>
          </w:tcPr>
          <w:p w14:paraId="743307B1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64BB0A88" w14:textId="035E7913" w:rsidR="0085747A" w:rsidRPr="00B169DF" w:rsidRDefault="00434BE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Obowiązkowy</w:t>
            </w:r>
          </w:p>
        </w:tc>
      </w:tr>
      <w:tr w:rsidR="00923D7D" w:rsidRPr="00B169DF" w14:paraId="47E8A2D8" w14:textId="77777777" w:rsidTr="00B819C8">
        <w:tc>
          <w:tcPr>
            <w:tcW w:w="2694" w:type="dxa"/>
            <w:vAlign w:val="center"/>
          </w:tcPr>
          <w:p w14:paraId="0D51D012" w14:textId="77777777" w:rsidR="00923D7D" w:rsidRPr="00B169DF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6A80C32" w14:textId="7F17E6E6" w:rsidR="00923D7D" w:rsidRPr="00B169DF" w:rsidRDefault="00434BE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B169DF" w14:paraId="7FE8C92F" w14:textId="77777777" w:rsidTr="00B819C8">
        <w:tc>
          <w:tcPr>
            <w:tcW w:w="2694" w:type="dxa"/>
            <w:vAlign w:val="center"/>
          </w:tcPr>
          <w:p w14:paraId="42BC19A7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530E5B2" w14:textId="5E3F16CE" w:rsidR="0085747A" w:rsidRPr="00C9111A" w:rsidRDefault="00434BE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9111A">
              <w:rPr>
                <w:rFonts w:ascii="Corbel" w:hAnsi="Corbel"/>
                <w:b w:val="0"/>
                <w:sz w:val="24"/>
                <w:szCs w:val="24"/>
              </w:rPr>
              <w:t xml:space="preserve">Dr hab. </w:t>
            </w:r>
            <w:r w:rsidR="00981D43" w:rsidRPr="00C9111A">
              <w:rPr>
                <w:rFonts w:ascii="Calibri" w:hAnsi="Calibri"/>
                <w:b w:val="0"/>
                <w:color w:val="auto"/>
                <w:sz w:val="24"/>
                <w:szCs w:val="24"/>
              </w:rPr>
              <w:t xml:space="preserve">inż. </w:t>
            </w:r>
            <w:r w:rsidRPr="00C9111A">
              <w:rPr>
                <w:rFonts w:ascii="Corbel" w:hAnsi="Corbel"/>
                <w:b w:val="0"/>
                <w:sz w:val="24"/>
                <w:szCs w:val="24"/>
              </w:rPr>
              <w:t>Grzegorz Bonusiak, prof. UR</w:t>
            </w:r>
          </w:p>
        </w:tc>
      </w:tr>
      <w:tr w:rsidR="0085747A" w:rsidRPr="00B169DF" w14:paraId="7AC848B6" w14:textId="77777777" w:rsidTr="00B819C8">
        <w:tc>
          <w:tcPr>
            <w:tcW w:w="2694" w:type="dxa"/>
            <w:vAlign w:val="center"/>
          </w:tcPr>
          <w:p w14:paraId="207B0304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6C5A038" w14:textId="4BB970D1" w:rsidR="00DA69FF" w:rsidRPr="00C9111A" w:rsidRDefault="00DA69FF" w:rsidP="00DA69FF">
            <w:pPr>
              <w:pStyle w:val="Odpowiedzi"/>
              <w:spacing w:before="0" w:after="0"/>
              <w:rPr>
                <w:rFonts w:ascii="Calibri" w:hAnsi="Calibri"/>
                <w:b w:val="0"/>
                <w:color w:val="auto"/>
                <w:sz w:val="24"/>
                <w:szCs w:val="24"/>
              </w:rPr>
            </w:pPr>
            <w:r w:rsidRPr="00C9111A">
              <w:rPr>
                <w:rFonts w:ascii="Calibri" w:hAnsi="Calibri"/>
                <w:b w:val="0"/>
                <w:color w:val="auto"/>
                <w:sz w:val="24"/>
                <w:szCs w:val="24"/>
              </w:rPr>
              <w:t xml:space="preserve">Dr hab. inż. Grzegorz Bonusiak, prof. UR; </w:t>
            </w:r>
          </w:p>
          <w:p w14:paraId="2A2F7C82" w14:textId="017B0042" w:rsidR="00CB536A" w:rsidRPr="00C9111A" w:rsidRDefault="00DA69FF" w:rsidP="00DA69FF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C9111A">
              <w:rPr>
                <w:rFonts w:ascii="Calibri" w:hAnsi="Calibri"/>
                <w:b w:val="0"/>
                <w:color w:val="auto"/>
                <w:sz w:val="24"/>
                <w:szCs w:val="24"/>
              </w:rPr>
              <w:t>Dr hab. Krzysztof Żarna, prof. UR</w:t>
            </w:r>
          </w:p>
        </w:tc>
      </w:tr>
    </w:tbl>
    <w:p w14:paraId="709A64E0" w14:textId="77777777" w:rsidR="0085747A" w:rsidRPr="00B169DF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* </w:t>
      </w:r>
      <w:r w:rsidRPr="00B169DF">
        <w:rPr>
          <w:rFonts w:ascii="Corbel" w:hAnsi="Corbel"/>
          <w:i/>
          <w:sz w:val="24"/>
          <w:szCs w:val="24"/>
        </w:rPr>
        <w:t>-</w:t>
      </w:r>
      <w:r w:rsidR="00B90885" w:rsidRPr="00B169DF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169DF">
        <w:rPr>
          <w:rFonts w:ascii="Corbel" w:hAnsi="Corbel"/>
          <w:b w:val="0"/>
          <w:sz w:val="24"/>
          <w:szCs w:val="24"/>
        </w:rPr>
        <w:t>e,</w:t>
      </w:r>
      <w:r w:rsidRPr="00B169DF">
        <w:rPr>
          <w:rFonts w:ascii="Corbel" w:hAnsi="Corbel"/>
          <w:i/>
          <w:sz w:val="24"/>
          <w:szCs w:val="24"/>
        </w:rPr>
        <w:t xml:space="preserve"> </w:t>
      </w:r>
      <w:r w:rsidRPr="00B169DF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B169DF">
        <w:rPr>
          <w:rFonts w:ascii="Corbel" w:hAnsi="Corbel"/>
          <w:b w:val="0"/>
          <w:i/>
          <w:sz w:val="24"/>
          <w:szCs w:val="24"/>
        </w:rPr>
        <w:t>w Jednostce</w:t>
      </w:r>
    </w:p>
    <w:p w14:paraId="6E1CE1D4" w14:textId="77777777" w:rsidR="00923D7D" w:rsidRPr="00B169DF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651076FA" w14:textId="77777777" w:rsidR="0085747A" w:rsidRPr="00B169DF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>1.</w:t>
      </w:r>
      <w:r w:rsidR="00E22FBC" w:rsidRPr="00B169DF">
        <w:rPr>
          <w:rFonts w:ascii="Corbel" w:hAnsi="Corbel"/>
          <w:sz w:val="24"/>
          <w:szCs w:val="24"/>
        </w:rPr>
        <w:t>1</w:t>
      </w:r>
      <w:r w:rsidRPr="00B169DF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43B1437D" w14:textId="77777777" w:rsidR="00923D7D" w:rsidRPr="00B169DF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B169DF" w14:paraId="54D69B9D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76F71E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Semestr</w:t>
            </w:r>
          </w:p>
          <w:p w14:paraId="28F2F22C" w14:textId="77777777" w:rsidR="00015B8F" w:rsidRPr="00B169DF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(</w:t>
            </w:r>
            <w:r w:rsidR="00363F78" w:rsidRPr="00B169DF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414547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Wykł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0B5D41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0563BF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Konw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D08E20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E91F23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Sem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5C86CA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ABBDA3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Prakt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96F046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8CBA5E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B169DF">
              <w:rPr>
                <w:rFonts w:ascii="Corbel" w:hAnsi="Corbel"/>
                <w:b/>
                <w:szCs w:val="24"/>
              </w:rPr>
              <w:t>Liczba pkt</w:t>
            </w:r>
            <w:r w:rsidR="00B90885" w:rsidRPr="00B169DF">
              <w:rPr>
                <w:rFonts w:ascii="Corbel" w:hAnsi="Corbel"/>
                <w:b/>
                <w:szCs w:val="24"/>
              </w:rPr>
              <w:t>.</w:t>
            </w:r>
            <w:r w:rsidRPr="00B169DF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B169DF" w14:paraId="2D21EF4D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1CAC6D" w14:textId="1B127DDB" w:rsidR="00015B8F" w:rsidRPr="00B169DF" w:rsidRDefault="00C12A9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0FBC00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ABFCC7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0D41A7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9C5199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F341B0" w14:textId="154034AD" w:rsidR="00015B8F" w:rsidRPr="00B169DF" w:rsidRDefault="00DE0D4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2BAE04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BFA851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A91599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AE7742" w14:textId="67AF5EF8" w:rsidR="00015B8F" w:rsidRPr="00B169DF" w:rsidRDefault="00DE0D4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30395F" w:rsidRPr="00B169DF" w14:paraId="6FB408A6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62C07" w14:textId="2F7305DD" w:rsidR="0030395F" w:rsidRPr="00B169DF" w:rsidRDefault="00C12A9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33ADDB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A195ED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01B076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DB9960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97D11D" w14:textId="187715C1" w:rsidR="0030395F" w:rsidRPr="00B169DF" w:rsidRDefault="00DE0D4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3E2C30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320196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738A4A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8D3EEE" w14:textId="4DDB3AB7" w:rsidR="0030395F" w:rsidRPr="00B169DF" w:rsidRDefault="00DE0D4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</w:tr>
      <w:tr w:rsidR="00C12A94" w:rsidRPr="00B169DF" w14:paraId="35E78A49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5DD88B" w14:textId="0EB0DFD9" w:rsidR="00C12A94" w:rsidRDefault="00C12A9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4924B0" w14:textId="77777777" w:rsidR="00C12A94" w:rsidRPr="00B169DF" w:rsidRDefault="00C12A9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1145C2" w14:textId="77777777" w:rsidR="00C12A94" w:rsidRPr="00B169DF" w:rsidRDefault="00C12A9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AE0ACD" w14:textId="77777777" w:rsidR="00C12A94" w:rsidRPr="00B169DF" w:rsidRDefault="00C12A9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E146D3" w14:textId="77777777" w:rsidR="00C12A94" w:rsidRPr="00B169DF" w:rsidRDefault="00C12A9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66B2CA" w14:textId="73DC5B81" w:rsidR="00C12A94" w:rsidRPr="00B169DF" w:rsidRDefault="00DE0D4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E5DAAF" w14:textId="77777777" w:rsidR="00C12A94" w:rsidRPr="00B169DF" w:rsidRDefault="00C12A9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03233E" w14:textId="77777777" w:rsidR="00C12A94" w:rsidRPr="00B169DF" w:rsidRDefault="00C12A9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6C0026" w14:textId="77777777" w:rsidR="00C12A94" w:rsidRPr="00B169DF" w:rsidRDefault="00C12A9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4EB0F6" w14:textId="6E686A86" w:rsidR="00C12A94" w:rsidRPr="00B169DF" w:rsidRDefault="00DE0D4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</w:tr>
    </w:tbl>
    <w:p w14:paraId="68BCC07D" w14:textId="77777777" w:rsidR="00923D7D" w:rsidRPr="00B169DF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2C3162BD" w14:textId="77777777" w:rsidR="00923D7D" w:rsidRPr="00B169DF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DA5B2A4" w14:textId="77777777" w:rsidR="0085747A" w:rsidRPr="00B169DF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1.</w:t>
      </w:r>
      <w:r w:rsidR="00E22FBC" w:rsidRPr="00B169DF">
        <w:rPr>
          <w:rFonts w:ascii="Corbel" w:hAnsi="Corbel"/>
          <w:smallCaps w:val="0"/>
          <w:szCs w:val="24"/>
        </w:rPr>
        <w:t>2</w:t>
      </w:r>
      <w:r w:rsidR="00F83B28" w:rsidRPr="00B169DF">
        <w:rPr>
          <w:rFonts w:ascii="Corbel" w:hAnsi="Corbel"/>
          <w:smallCaps w:val="0"/>
          <w:szCs w:val="24"/>
        </w:rPr>
        <w:t>.</w:t>
      </w:r>
      <w:r w:rsidR="00F83B28" w:rsidRPr="00B169DF">
        <w:rPr>
          <w:rFonts w:ascii="Corbel" w:hAnsi="Corbel"/>
          <w:smallCaps w:val="0"/>
          <w:szCs w:val="24"/>
        </w:rPr>
        <w:tab/>
      </w:r>
      <w:r w:rsidRPr="00B169DF">
        <w:rPr>
          <w:rFonts w:ascii="Corbel" w:hAnsi="Corbel"/>
          <w:smallCaps w:val="0"/>
          <w:szCs w:val="24"/>
        </w:rPr>
        <w:t xml:space="preserve">Sposób realizacji zajęć  </w:t>
      </w:r>
    </w:p>
    <w:p w14:paraId="58C33071" w14:textId="38D8EFA2" w:rsidR="0085747A" w:rsidRPr="00B169DF" w:rsidRDefault="00520612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Segoe UI Symbol" w:eastAsia="MS Gothic" w:hAnsi="Segoe UI Symbol" w:cs="Segoe UI Symbol"/>
          <w:b w:val="0"/>
          <w:szCs w:val="24"/>
        </w:rPr>
        <w:t>x</w:t>
      </w:r>
      <w:r w:rsidR="0085747A" w:rsidRPr="00B169DF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53264A6C" w14:textId="77777777" w:rsidR="0085747A" w:rsidRPr="00B169DF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B169DF">
        <w:rPr>
          <w:rFonts w:ascii="Segoe UI Symbol" w:eastAsia="MS Gothic" w:hAnsi="Segoe UI Symbol" w:cs="Segoe UI Symbol"/>
          <w:b w:val="0"/>
          <w:szCs w:val="24"/>
        </w:rPr>
        <w:t>☐</w:t>
      </w:r>
      <w:r w:rsidRPr="00B169DF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7F01F63C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950564F" w14:textId="77777777" w:rsidR="00E22FBC" w:rsidRPr="00B169DF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1.3 </w:t>
      </w:r>
      <w:r w:rsidR="00F83B28" w:rsidRPr="00B169DF">
        <w:rPr>
          <w:rFonts w:ascii="Corbel" w:hAnsi="Corbel"/>
          <w:smallCaps w:val="0"/>
          <w:szCs w:val="24"/>
        </w:rPr>
        <w:tab/>
      </w:r>
      <w:r w:rsidRPr="00B169DF">
        <w:rPr>
          <w:rFonts w:ascii="Corbel" w:hAnsi="Corbel"/>
          <w:smallCaps w:val="0"/>
          <w:szCs w:val="24"/>
        </w:rPr>
        <w:t>For</w:t>
      </w:r>
      <w:r w:rsidR="00445970" w:rsidRPr="00B169DF">
        <w:rPr>
          <w:rFonts w:ascii="Corbel" w:hAnsi="Corbel"/>
          <w:smallCaps w:val="0"/>
          <w:szCs w:val="24"/>
        </w:rPr>
        <w:t xml:space="preserve">ma zaliczenia przedmiotu </w:t>
      </w:r>
      <w:r w:rsidRPr="00B169DF">
        <w:rPr>
          <w:rFonts w:ascii="Corbel" w:hAnsi="Corbel"/>
          <w:smallCaps w:val="0"/>
          <w:szCs w:val="24"/>
        </w:rPr>
        <w:t xml:space="preserve"> (z toku) </w:t>
      </w:r>
      <w:r w:rsidRPr="00B169DF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63B448A6" w14:textId="77777777" w:rsidR="00DC4C5D" w:rsidRDefault="00DC4C5D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A0BC793" w14:textId="64D1E7BE" w:rsidR="009C54AE" w:rsidRPr="00B169DF" w:rsidRDefault="00DC4C5D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bez oceny</w:t>
      </w:r>
    </w:p>
    <w:p w14:paraId="60F4390D" w14:textId="77777777" w:rsidR="00E960BB" w:rsidRPr="00B169DF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43DA215" w14:textId="77777777" w:rsidR="00E960BB" w:rsidRPr="00B169DF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169DF">
        <w:rPr>
          <w:rFonts w:ascii="Corbel" w:hAnsi="Corbel"/>
          <w:szCs w:val="24"/>
        </w:rPr>
        <w:lastRenderedPageBreak/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B169DF" w14:paraId="69A93B69" w14:textId="77777777" w:rsidTr="00745302">
        <w:tc>
          <w:tcPr>
            <w:tcW w:w="9670" w:type="dxa"/>
          </w:tcPr>
          <w:p w14:paraId="1B7FCADC" w14:textId="519B997E" w:rsidR="0085747A" w:rsidRPr="00B169DF" w:rsidRDefault="00282D04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Wiedza z zakresu m</w:t>
            </w:r>
            <w:r w:rsidRPr="00282D0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etodologi</w:t>
            </w:r>
            <w:r w:rsidR="00121FA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i</w:t>
            </w:r>
            <w:r w:rsidRPr="00282D0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badań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stosunków międzynarodowych</w:t>
            </w:r>
            <w:r w:rsidRPr="00282D0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; </w:t>
            </w:r>
            <w:r w:rsidR="0077449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umiejętność </w:t>
            </w:r>
            <w:r w:rsidRPr="00282D0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prac</w:t>
            </w:r>
            <w:r w:rsidR="0077449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y</w:t>
            </w:r>
            <w:r w:rsidRPr="00282D0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z edytorem tekstu, bazami danych</w:t>
            </w:r>
            <w:r w:rsidR="0077449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282D0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zasobami internetowymi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; p</w:t>
            </w:r>
            <w:r w:rsidRPr="00282D0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odstawowe umiejętności w zakresie obsługi cyfrowych katalogów bibliotecznych; umiejętność poszukiwania materiałów badawczych, ich selekcji i wykorzystania w procesie pisania pracy; doświadczenie w zakresie przygotowywania prostych projektów badawczych i pisania prac dyplomowych.</w:t>
            </w:r>
          </w:p>
          <w:p w14:paraId="10961B7D" w14:textId="77777777" w:rsidR="0085747A" w:rsidRPr="00B169DF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1C592368" w14:textId="77777777" w:rsidR="00153C41" w:rsidRPr="00B169DF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2B014B7" w14:textId="77777777" w:rsidR="0085747A" w:rsidRPr="00B169DF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169DF">
        <w:rPr>
          <w:rFonts w:ascii="Corbel" w:hAnsi="Corbel"/>
          <w:szCs w:val="24"/>
        </w:rPr>
        <w:t>3.</w:t>
      </w:r>
      <w:r w:rsidR="0085747A" w:rsidRPr="00B169DF">
        <w:rPr>
          <w:rFonts w:ascii="Corbel" w:hAnsi="Corbel"/>
          <w:szCs w:val="24"/>
        </w:rPr>
        <w:t xml:space="preserve"> </w:t>
      </w:r>
      <w:r w:rsidR="00A84C85" w:rsidRPr="00B169DF">
        <w:rPr>
          <w:rFonts w:ascii="Corbel" w:hAnsi="Corbel"/>
          <w:szCs w:val="24"/>
        </w:rPr>
        <w:t>cele, efekty uczenia się</w:t>
      </w:r>
      <w:r w:rsidR="0085747A" w:rsidRPr="00B169DF">
        <w:rPr>
          <w:rFonts w:ascii="Corbel" w:hAnsi="Corbel"/>
          <w:szCs w:val="24"/>
        </w:rPr>
        <w:t xml:space="preserve"> , treści Programowe i stosowane metody Dydaktyczne</w:t>
      </w:r>
    </w:p>
    <w:p w14:paraId="58177257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68A66D9" w14:textId="77777777" w:rsidR="0085747A" w:rsidRPr="00B169DF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3.1 </w:t>
      </w:r>
      <w:r w:rsidR="00C05F44" w:rsidRPr="00B169DF">
        <w:rPr>
          <w:rFonts w:ascii="Corbel" w:hAnsi="Corbel"/>
          <w:sz w:val="24"/>
          <w:szCs w:val="24"/>
        </w:rPr>
        <w:t>Cele przedmiotu</w:t>
      </w:r>
    </w:p>
    <w:p w14:paraId="5698543E" w14:textId="77777777" w:rsidR="00F83B28" w:rsidRPr="00B169DF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7B59D2" w:rsidRPr="00B169DF" w14:paraId="0AA398DC" w14:textId="77777777" w:rsidTr="00414EA1">
        <w:tc>
          <w:tcPr>
            <w:tcW w:w="851" w:type="dxa"/>
            <w:vAlign w:val="center"/>
          </w:tcPr>
          <w:p w14:paraId="2CE4BE51" w14:textId="77777777" w:rsidR="007B59D2" w:rsidRPr="00B169DF" w:rsidRDefault="007B59D2" w:rsidP="007B59D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169DF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</w:tcPr>
          <w:p w14:paraId="5E660390" w14:textId="46560E31" w:rsidR="007B59D2" w:rsidRPr="007B59D2" w:rsidRDefault="007B59D2" w:rsidP="007B59D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7B59D2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Przygotowanie studentów do samodzielnego określenia pola badawczego. </w:t>
            </w:r>
          </w:p>
        </w:tc>
      </w:tr>
      <w:tr w:rsidR="007B59D2" w:rsidRPr="00B169DF" w14:paraId="41F0B2B1" w14:textId="77777777" w:rsidTr="00414EA1">
        <w:tc>
          <w:tcPr>
            <w:tcW w:w="851" w:type="dxa"/>
            <w:vAlign w:val="center"/>
          </w:tcPr>
          <w:p w14:paraId="412BF8D4" w14:textId="48BD74AE" w:rsidR="007B59D2" w:rsidRPr="00B169DF" w:rsidRDefault="007B59D2" w:rsidP="007B59D2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</w:tcPr>
          <w:p w14:paraId="4EF5ACBD" w14:textId="6E6B56EC" w:rsidR="007B59D2" w:rsidRPr="007B59D2" w:rsidRDefault="007B59D2" w:rsidP="007B59D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7B59D2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Sformułowanie tematu pracy magisterskiej oraz jej celu, pytań badawczych, hipotez i konstrukcji. </w:t>
            </w:r>
          </w:p>
        </w:tc>
      </w:tr>
      <w:tr w:rsidR="007B59D2" w:rsidRPr="00B169DF" w14:paraId="458F21AD" w14:textId="77777777" w:rsidTr="00414EA1">
        <w:tc>
          <w:tcPr>
            <w:tcW w:w="851" w:type="dxa"/>
            <w:vAlign w:val="center"/>
          </w:tcPr>
          <w:p w14:paraId="4A03F695" w14:textId="45B0FDCF" w:rsidR="007B59D2" w:rsidRPr="00B169DF" w:rsidRDefault="007B59D2" w:rsidP="007B59D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169DF"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</w:tcPr>
          <w:p w14:paraId="15179A82" w14:textId="26F295DF" w:rsidR="007B59D2" w:rsidRPr="007B59D2" w:rsidRDefault="007B59D2" w:rsidP="007B59D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7B59D2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Wybór podejścia teoretycznego właściwego dla badań wybranego obszaru. </w:t>
            </w:r>
          </w:p>
        </w:tc>
      </w:tr>
      <w:tr w:rsidR="007B59D2" w:rsidRPr="00B169DF" w14:paraId="74BA0ABF" w14:textId="77777777" w:rsidTr="00414EA1">
        <w:tc>
          <w:tcPr>
            <w:tcW w:w="851" w:type="dxa"/>
            <w:vAlign w:val="center"/>
          </w:tcPr>
          <w:p w14:paraId="25C2EA59" w14:textId="2492A564" w:rsidR="007B59D2" w:rsidRPr="00B169DF" w:rsidRDefault="007B59D2" w:rsidP="007B59D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</w:tcPr>
          <w:p w14:paraId="41A51240" w14:textId="436C427C" w:rsidR="007B59D2" w:rsidRPr="007B59D2" w:rsidRDefault="007B59D2" w:rsidP="007B59D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7B59D2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Przygotowanie studenta do analizy przedmiotu pracy w ramach jednego z podejść teoretycznych. </w:t>
            </w:r>
          </w:p>
        </w:tc>
      </w:tr>
    </w:tbl>
    <w:p w14:paraId="1F0BC962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2397EC8" w14:textId="77777777" w:rsidR="001D7B54" w:rsidRPr="00B169DF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 xml:space="preserve">3.2 </w:t>
      </w:r>
      <w:r w:rsidR="001D7B54" w:rsidRPr="00B169DF">
        <w:rPr>
          <w:rFonts w:ascii="Corbel" w:hAnsi="Corbel"/>
          <w:b/>
          <w:sz w:val="24"/>
          <w:szCs w:val="24"/>
        </w:rPr>
        <w:t xml:space="preserve">Efekty </w:t>
      </w:r>
      <w:r w:rsidR="00C05F44" w:rsidRPr="00B169DF">
        <w:rPr>
          <w:rFonts w:ascii="Corbel" w:hAnsi="Corbel"/>
          <w:b/>
          <w:sz w:val="24"/>
          <w:szCs w:val="24"/>
        </w:rPr>
        <w:t xml:space="preserve">uczenia się </w:t>
      </w:r>
      <w:r w:rsidR="001D7B54" w:rsidRPr="00B169DF">
        <w:rPr>
          <w:rFonts w:ascii="Corbel" w:hAnsi="Corbel"/>
          <w:b/>
          <w:sz w:val="24"/>
          <w:szCs w:val="24"/>
        </w:rPr>
        <w:t>dla przedmiotu</w:t>
      </w:r>
      <w:r w:rsidR="00445970" w:rsidRPr="00B169DF">
        <w:rPr>
          <w:rFonts w:ascii="Corbel" w:hAnsi="Corbel"/>
          <w:sz w:val="24"/>
          <w:szCs w:val="24"/>
        </w:rPr>
        <w:t xml:space="preserve"> </w:t>
      </w:r>
    </w:p>
    <w:p w14:paraId="12C191C1" w14:textId="77777777" w:rsidR="001D7B54" w:rsidRPr="00B169DF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B169DF" w14:paraId="37913053" w14:textId="77777777" w:rsidTr="0071620A">
        <w:tc>
          <w:tcPr>
            <w:tcW w:w="1701" w:type="dxa"/>
            <w:vAlign w:val="center"/>
          </w:tcPr>
          <w:p w14:paraId="27015D73" w14:textId="77777777" w:rsidR="0085747A" w:rsidRPr="00B169D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B169DF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B169DF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7A6AD16D" w14:textId="77777777" w:rsidR="0085747A" w:rsidRPr="00B169DF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6EF13BD4" w14:textId="302823FE" w:rsidR="0085747A" w:rsidRPr="00B169DF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</w:p>
        </w:tc>
      </w:tr>
      <w:tr w:rsidR="0085747A" w:rsidRPr="00B169DF" w14:paraId="7783096E" w14:textId="77777777" w:rsidTr="005E6E85">
        <w:tc>
          <w:tcPr>
            <w:tcW w:w="1701" w:type="dxa"/>
          </w:tcPr>
          <w:p w14:paraId="57F7A0D0" w14:textId="77777777" w:rsidR="0085747A" w:rsidRPr="00D04946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04946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D04946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51E14266" w14:textId="2D1895DA" w:rsidR="0085747A" w:rsidRPr="00CC22AB" w:rsidRDefault="00315648" w:rsidP="00CC22AB">
            <w:pPr>
              <w:rPr>
                <w:rFonts w:ascii="Corbel" w:eastAsiaTheme="minorHAnsi" w:hAnsi="Corbel"/>
                <w:sz w:val="24"/>
                <w:szCs w:val="24"/>
              </w:rPr>
            </w:pPr>
            <w:r>
              <w:rPr>
                <w:rFonts w:ascii="Corbel" w:eastAsiaTheme="minorHAnsi" w:hAnsi="Corbel"/>
                <w:sz w:val="24"/>
                <w:szCs w:val="24"/>
              </w:rPr>
              <w:t>zna i rozumie</w:t>
            </w:r>
            <w:r w:rsidR="00162C50">
              <w:rPr>
                <w:rFonts w:ascii="Corbel" w:eastAsiaTheme="minorHAnsi" w:hAnsi="Corbel"/>
                <w:sz w:val="24"/>
                <w:szCs w:val="24"/>
              </w:rPr>
              <w:t xml:space="preserve"> </w:t>
            </w:r>
            <w:r>
              <w:rPr>
                <w:rFonts w:ascii="Corbel" w:eastAsiaTheme="minorHAnsi" w:hAnsi="Corbel"/>
                <w:sz w:val="24"/>
                <w:szCs w:val="24"/>
              </w:rPr>
              <w:t>dylematy</w:t>
            </w:r>
            <w:r w:rsidR="00162C50">
              <w:rPr>
                <w:rFonts w:ascii="Corbel" w:eastAsiaTheme="minorHAnsi" w:hAnsi="Corbel"/>
                <w:sz w:val="24"/>
                <w:szCs w:val="24"/>
              </w:rPr>
              <w:t xml:space="preserve">  charakterystyczne dla </w:t>
            </w:r>
            <w:r w:rsidR="00162C50" w:rsidRPr="00F368A5">
              <w:rPr>
                <w:rFonts w:ascii="Corbel" w:hAnsi="Corbel"/>
                <w:sz w:val="24"/>
                <w:szCs w:val="24"/>
              </w:rPr>
              <w:t xml:space="preserve">nauk o </w:t>
            </w:r>
            <w:r w:rsidR="00162C50">
              <w:rPr>
                <w:rFonts w:ascii="Corbel" w:hAnsi="Corbel"/>
                <w:sz w:val="24"/>
                <w:szCs w:val="24"/>
              </w:rPr>
              <w:t>polityce i administracji oraz nauki o stosunkach międzynarodowych</w:t>
            </w:r>
          </w:p>
        </w:tc>
        <w:tc>
          <w:tcPr>
            <w:tcW w:w="1873" w:type="dxa"/>
          </w:tcPr>
          <w:p w14:paraId="49BD200A" w14:textId="0647FEEF" w:rsidR="0085747A" w:rsidRPr="00B169DF" w:rsidRDefault="0069201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9201F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</w:tc>
      </w:tr>
      <w:tr w:rsidR="0085747A" w:rsidRPr="00B169DF" w14:paraId="1A5E24D8" w14:textId="77777777" w:rsidTr="005E6E85">
        <w:tc>
          <w:tcPr>
            <w:tcW w:w="1701" w:type="dxa"/>
          </w:tcPr>
          <w:p w14:paraId="790DAD14" w14:textId="77777777" w:rsidR="0085747A" w:rsidRPr="00D04946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04946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1CB5DCAB" w14:textId="2876DA0F" w:rsidR="0085747A" w:rsidRPr="008B345D" w:rsidRDefault="00315648" w:rsidP="008B345D">
            <w:pPr>
              <w:rPr>
                <w:rFonts w:ascii="Corbel" w:eastAsiaTheme="minorHAnsi" w:hAnsi="Corbel"/>
                <w:sz w:val="24"/>
                <w:szCs w:val="24"/>
              </w:rPr>
            </w:pPr>
            <w:r>
              <w:rPr>
                <w:rFonts w:ascii="Corbel" w:eastAsiaTheme="minorHAnsi" w:hAnsi="Corbel"/>
                <w:sz w:val="24"/>
                <w:szCs w:val="24"/>
              </w:rPr>
              <w:t>zna</w:t>
            </w:r>
            <w:r w:rsidR="00B9550B">
              <w:rPr>
                <w:rFonts w:ascii="Corbel" w:eastAsiaTheme="minorHAnsi" w:hAnsi="Corbel"/>
                <w:sz w:val="24"/>
                <w:szCs w:val="24"/>
              </w:rPr>
              <w:t xml:space="preserve"> </w:t>
            </w:r>
            <w:r w:rsidR="003276E6">
              <w:rPr>
                <w:rFonts w:ascii="Corbel" w:eastAsiaTheme="minorHAnsi" w:hAnsi="Corbel"/>
                <w:sz w:val="24"/>
                <w:szCs w:val="24"/>
              </w:rPr>
              <w:t xml:space="preserve">metody i </w:t>
            </w:r>
            <w:r w:rsidR="00B9550B">
              <w:rPr>
                <w:rFonts w:ascii="Corbel" w:eastAsiaTheme="minorHAnsi" w:hAnsi="Corbel"/>
                <w:sz w:val="24"/>
                <w:szCs w:val="24"/>
              </w:rPr>
              <w:t xml:space="preserve">modele teoretyczne </w:t>
            </w:r>
            <w:r>
              <w:rPr>
                <w:rFonts w:ascii="Corbel" w:eastAsiaTheme="minorHAnsi" w:hAnsi="Corbel"/>
                <w:sz w:val="24"/>
                <w:szCs w:val="24"/>
              </w:rPr>
              <w:t>niezbędne w trakcie</w:t>
            </w:r>
            <w:r w:rsidR="00B9550B">
              <w:rPr>
                <w:rFonts w:ascii="Corbel" w:eastAsiaTheme="minorHAnsi" w:hAnsi="Corbel"/>
                <w:sz w:val="24"/>
                <w:szCs w:val="24"/>
              </w:rPr>
              <w:t xml:space="preserve"> pisania pracy </w:t>
            </w:r>
            <w:r>
              <w:rPr>
                <w:rFonts w:ascii="Corbel" w:eastAsiaTheme="minorHAnsi" w:hAnsi="Corbel"/>
                <w:sz w:val="24"/>
                <w:szCs w:val="24"/>
              </w:rPr>
              <w:t>naukowej</w:t>
            </w:r>
          </w:p>
        </w:tc>
        <w:tc>
          <w:tcPr>
            <w:tcW w:w="1873" w:type="dxa"/>
          </w:tcPr>
          <w:p w14:paraId="07DF3E1A" w14:textId="7E3A2607" w:rsidR="0085747A" w:rsidRPr="00B169DF" w:rsidRDefault="0069201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9201F"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</w:tc>
      </w:tr>
      <w:tr w:rsidR="0085747A" w:rsidRPr="00B169DF" w14:paraId="04BEF786" w14:textId="77777777" w:rsidTr="005E6E85">
        <w:tc>
          <w:tcPr>
            <w:tcW w:w="1701" w:type="dxa"/>
          </w:tcPr>
          <w:p w14:paraId="28B82B31" w14:textId="6C58DA42" w:rsidR="0085747A" w:rsidRPr="00D04946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04946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D04946" w:rsidRPr="00D04946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</w:tcPr>
          <w:p w14:paraId="3C5DBD89" w14:textId="56C3F09B" w:rsidR="0085747A" w:rsidRPr="008B345D" w:rsidRDefault="00315648" w:rsidP="008B345D">
            <w:pPr>
              <w:rPr>
                <w:rFonts w:ascii="Corbel" w:eastAsiaTheme="minorHAnsi" w:hAnsi="Corbel"/>
                <w:sz w:val="24"/>
                <w:szCs w:val="24"/>
              </w:rPr>
            </w:pPr>
            <w:r>
              <w:rPr>
                <w:rFonts w:ascii="Corbel" w:eastAsiaTheme="minorHAnsi" w:hAnsi="Corbel"/>
                <w:sz w:val="24"/>
                <w:szCs w:val="24"/>
              </w:rPr>
              <w:t>a</w:t>
            </w:r>
            <w:r w:rsidR="00910FE9">
              <w:rPr>
                <w:rFonts w:ascii="Corbel" w:eastAsiaTheme="minorHAnsi" w:hAnsi="Corbel"/>
                <w:sz w:val="24"/>
                <w:szCs w:val="24"/>
              </w:rPr>
              <w:t>nalizuje i rozwiązuje zdefiniowane problemy badawcze stosując odpowiednio dobrane metody</w:t>
            </w:r>
          </w:p>
        </w:tc>
        <w:tc>
          <w:tcPr>
            <w:tcW w:w="1873" w:type="dxa"/>
          </w:tcPr>
          <w:p w14:paraId="733CF63A" w14:textId="3726DFFB" w:rsidR="0085747A" w:rsidRPr="00B169DF" w:rsidRDefault="00C66FA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66FAA">
              <w:rPr>
                <w:rFonts w:ascii="Corbel" w:hAnsi="Corbel"/>
                <w:b w:val="0"/>
                <w:smallCaps w:val="0"/>
                <w:szCs w:val="24"/>
              </w:rPr>
              <w:t>K_U02</w:t>
            </w:r>
          </w:p>
        </w:tc>
      </w:tr>
      <w:tr w:rsidR="00D04946" w:rsidRPr="00B169DF" w14:paraId="29DD99B7" w14:textId="77777777" w:rsidTr="005E6E85">
        <w:tc>
          <w:tcPr>
            <w:tcW w:w="1701" w:type="dxa"/>
          </w:tcPr>
          <w:p w14:paraId="5CAA75B7" w14:textId="27527124" w:rsidR="00D04946" w:rsidRPr="00D04946" w:rsidRDefault="00D04946" w:rsidP="00D04946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D04946">
              <w:rPr>
                <w:rFonts w:ascii="Corbel" w:hAnsi="Corbel"/>
                <w:b w:val="0"/>
                <w:bCs/>
              </w:rPr>
              <w:t>EK_0</w:t>
            </w:r>
            <w:r>
              <w:rPr>
                <w:rFonts w:ascii="Corbel" w:hAnsi="Corbel"/>
                <w:b w:val="0"/>
                <w:bCs/>
              </w:rPr>
              <w:t>4</w:t>
            </w:r>
          </w:p>
        </w:tc>
        <w:tc>
          <w:tcPr>
            <w:tcW w:w="6096" w:type="dxa"/>
          </w:tcPr>
          <w:p w14:paraId="1272D14A" w14:textId="5F9DD313" w:rsidR="00D04946" w:rsidRPr="00B169DF" w:rsidRDefault="00244BC2" w:rsidP="00D23E3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="00353CC9">
              <w:rPr>
                <w:rFonts w:ascii="Corbel" w:hAnsi="Corbel"/>
                <w:b w:val="0"/>
                <w:smallCaps w:val="0"/>
                <w:szCs w:val="24"/>
              </w:rPr>
              <w:t>otrafi dokonać krytycznej analizy dostępnej literatury i zebranego materiału źródłowego</w:t>
            </w:r>
          </w:p>
        </w:tc>
        <w:tc>
          <w:tcPr>
            <w:tcW w:w="1873" w:type="dxa"/>
          </w:tcPr>
          <w:p w14:paraId="59D3B542" w14:textId="7BDF295F" w:rsidR="00D04946" w:rsidRPr="00B169DF" w:rsidRDefault="00FB3BB2" w:rsidP="00D0494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B3BB2"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</w:tc>
      </w:tr>
      <w:tr w:rsidR="00D04946" w:rsidRPr="00B169DF" w14:paraId="700E1C05" w14:textId="77777777" w:rsidTr="005E6E85">
        <w:tc>
          <w:tcPr>
            <w:tcW w:w="1701" w:type="dxa"/>
          </w:tcPr>
          <w:p w14:paraId="027AD621" w14:textId="30E496CA" w:rsidR="00D04946" w:rsidRPr="00D04946" w:rsidRDefault="00D04946" w:rsidP="00D04946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D04946">
              <w:rPr>
                <w:rFonts w:ascii="Corbel" w:hAnsi="Corbel"/>
                <w:b w:val="0"/>
                <w:bCs/>
              </w:rPr>
              <w:t>EK_0</w:t>
            </w:r>
            <w:r>
              <w:rPr>
                <w:rFonts w:ascii="Corbel" w:hAnsi="Corbel"/>
                <w:b w:val="0"/>
                <w:bCs/>
              </w:rPr>
              <w:t>5</w:t>
            </w:r>
          </w:p>
        </w:tc>
        <w:tc>
          <w:tcPr>
            <w:tcW w:w="6096" w:type="dxa"/>
          </w:tcPr>
          <w:p w14:paraId="3D755288" w14:textId="6F03270F" w:rsidR="00D04946" w:rsidRPr="00244BC2" w:rsidRDefault="00244BC2" w:rsidP="00244BC2">
            <w:pPr>
              <w:rPr>
                <w:rFonts w:ascii="Corbel" w:eastAsiaTheme="minorHAnsi" w:hAnsi="Corbel"/>
                <w:sz w:val="24"/>
                <w:szCs w:val="24"/>
              </w:rPr>
            </w:pPr>
            <w:r>
              <w:rPr>
                <w:rFonts w:ascii="Corbel" w:eastAsiaTheme="minorHAnsi" w:hAnsi="Corbel"/>
                <w:sz w:val="24"/>
                <w:szCs w:val="24"/>
              </w:rPr>
              <w:t>Jest gotów do s</w:t>
            </w:r>
            <w:r w:rsidR="00863913">
              <w:rPr>
                <w:rFonts w:ascii="Corbel" w:eastAsiaTheme="minorHAnsi" w:hAnsi="Corbel"/>
                <w:sz w:val="24"/>
                <w:szCs w:val="24"/>
              </w:rPr>
              <w:t>tworz</w:t>
            </w:r>
            <w:r>
              <w:rPr>
                <w:rFonts w:ascii="Corbel" w:eastAsiaTheme="minorHAnsi" w:hAnsi="Corbel"/>
                <w:sz w:val="24"/>
                <w:szCs w:val="24"/>
              </w:rPr>
              <w:t>enia</w:t>
            </w:r>
            <w:r w:rsidR="00863913">
              <w:rPr>
                <w:rFonts w:ascii="Corbel" w:eastAsiaTheme="minorHAnsi" w:hAnsi="Corbel"/>
                <w:sz w:val="24"/>
                <w:szCs w:val="24"/>
              </w:rPr>
              <w:t xml:space="preserve"> plan</w:t>
            </w:r>
            <w:r>
              <w:rPr>
                <w:rFonts w:ascii="Corbel" w:eastAsiaTheme="minorHAnsi" w:hAnsi="Corbel"/>
                <w:sz w:val="24"/>
                <w:szCs w:val="24"/>
              </w:rPr>
              <w:t>u</w:t>
            </w:r>
            <w:r w:rsidR="00863913">
              <w:rPr>
                <w:rFonts w:ascii="Corbel" w:eastAsiaTheme="minorHAnsi" w:hAnsi="Corbel"/>
                <w:sz w:val="24"/>
                <w:szCs w:val="24"/>
              </w:rPr>
              <w:t xml:space="preserve"> badań naukowych adekwatn</w:t>
            </w:r>
            <w:r>
              <w:rPr>
                <w:rFonts w:ascii="Corbel" w:eastAsiaTheme="minorHAnsi" w:hAnsi="Corbel"/>
                <w:sz w:val="24"/>
                <w:szCs w:val="24"/>
              </w:rPr>
              <w:t>ego</w:t>
            </w:r>
            <w:r w:rsidR="00863913">
              <w:rPr>
                <w:rFonts w:ascii="Corbel" w:eastAsiaTheme="minorHAnsi" w:hAnsi="Corbel"/>
                <w:sz w:val="24"/>
                <w:szCs w:val="24"/>
              </w:rPr>
              <w:t xml:space="preserve"> do rozwiązywanego problemu badawczego</w:t>
            </w:r>
          </w:p>
        </w:tc>
        <w:tc>
          <w:tcPr>
            <w:tcW w:w="1873" w:type="dxa"/>
          </w:tcPr>
          <w:p w14:paraId="58EBFB22" w14:textId="3F55B871" w:rsidR="00D04946" w:rsidRPr="00B169DF" w:rsidRDefault="002B0BD6" w:rsidP="00D0494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B0BD6"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</w:tc>
      </w:tr>
      <w:tr w:rsidR="00D04946" w:rsidRPr="00B169DF" w14:paraId="6603ACB6" w14:textId="77777777" w:rsidTr="005E6E85">
        <w:tc>
          <w:tcPr>
            <w:tcW w:w="1701" w:type="dxa"/>
          </w:tcPr>
          <w:p w14:paraId="46C47C22" w14:textId="6C2A9812" w:rsidR="00D04946" w:rsidRPr="00D04946" w:rsidRDefault="00D04946" w:rsidP="00D04946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D04946">
              <w:rPr>
                <w:rFonts w:ascii="Corbel" w:hAnsi="Corbel"/>
                <w:b w:val="0"/>
                <w:bCs/>
              </w:rPr>
              <w:t>EK_0</w:t>
            </w:r>
            <w:r>
              <w:rPr>
                <w:rFonts w:ascii="Corbel" w:hAnsi="Corbel"/>
                <w:b w:val="0"/>
                <w:bCs/>
              </w:rPr>
              <w:t>6</w:t>
            </w:r>
          </w:p>
        </w:tc>
        <w:tc>
          <w:tcPr>
            <w:tcW w:w="6096" w:type="dxa"/>
          </w:tcPr>
          <w:p w14:paraId="7ADAF306" w14:textId="61A98446" w:rsidR="00D04946" w:rsidRPr="00FC7328" w:rsidRDefault="007F7AB4" w:rsidP="00FC7328">
            <w:pPr>
              <w:rPr>
                <w:rFonts w:ascii="Corbel" w:eastAsiaTheme="minorHAnsi" w:hAnsi="Corbel"/>
                <w:sz w:val="24"/>
                <w:szCs w:val="24"/>
              </w:rPr>
            </w:pPr>
            <w:r>
              <w:rPr>
                <w:rFonts w:ascii="Corbel" w:eastAsiaTheme="minorHAnsi" w:hAnsi="Corbel"/>
                <w:sz w:val="24"/>
                <w:szCs w:val="24"/>
              </w:rPr>
              <w:t>jest gotów do wykorzystania zdobytej wiedzy w celu rozwiązania problemów badawczych zdefiniowanych w pracy magisterskiej</w:t>
            </w:r>
          </w:p>
        </w:tc>
        <w:tc>
          <w:tcPr>
            <w:tcW w:w="1873" w:type="dxa"/>
          </w:tcPr>
          <w:p w14:paraId="3CAA22BE" w14:textId="2B4F466A" w:rsidR="00D04946" w:rsidRPr="00B169DF" w:rsidRDefault="00FC7328" w:rsidP="00D0494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C7328">
              <w:rPr>
                <w:rFonts w:ascii="Corbel" w:hAnsi="Corbel"/>
                <w:b w:val="0"/>
                <w:smallCaps w:val="0"/>
                <w:szCs w:val="24"/>
              </w:rPr>
              <w:t>K_K02</w:t>
            </w:r>
          </w:p>
        </w:tc>
      </w:tr>
    </w:tbl>
    <w:p w14:paraId="2D2A8B40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53FD9E8" w14:textId="77777777" w:rsidR="00A27E8A" w:rsidRDefault="00A27E8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0F839AF" w14:textId="77777777" w:rsidR="00A27E8A" w:rsidRDefault="00A27E8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EE6F588" w14:textId="77777777" w:rsidR="00A27E8A" w:rsidRPr="00B169DF" w:rsidRDefault="00A27E8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42CD93C" w14:textId="77777777" w:rsidR="0085747A" w:rsidRPr="00B169DF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lastRenderedPageBreak/>
        <w:t>3.3</w:t>
      </w:r>
      <w:r w:rsidR="001D7B54" w:rsidRPr="00B169DF">
        <w:rPr>
          <w:rFonts w:ascii="Corbel" w:hAnsi="Corbel"/>
          <w:b/>
          <w:sz w:val="24"/>
          <w:szCs w:val="24"/>
        </w:rPr>
        <w:t xml:space="preserve"> </w:t>
      </w:r>
      <w:r w:rsidR="0085747A" w:rsidRPr="00B169DF">
        <w:rPr>
          <w:rFonts w:ascii="Corbel" w:hAnsi="Corbel"/>
          <w:b/>
          <w:sz w:val="24"/>
          <w:szCs w:val="24"/>
        </w:rPr>
        <w:t>T</w:t>
      </w:r>
      <w:r w:rsidR="001D7B54" w:rsidRPr="00B169DF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B169DF">
        <w:rPr>
          <w:rFonts w:ascii="Corbel" w:hAnsi="Corbel"/>
          <w:sz w:val="24"/>
          <w:szCs w:val="24"/>
        </w:rPr>
        <w:t xml:space="preserve">  </w:t>
      </w:r>
    </w:p>
    <w:p w14:paraId="4CA2E148" w14:textId="77777777" w:rsidR="00675843" w:rsidRPr="00B169DF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B169DF" w14:paraId="3E5CFAEF" w14:textId="77777777" w:rsidTr="00923D7D">
        <w:tc>
          <w:tcPr>
            <w:tcW w:w="9639" w:type="dxa"/>
          </w:tcPr>
          <w:p w14:paraId="1FA95635" w14:textId="77777777" w:rsidR="0085747A" w:rsidRPr="00B169DF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A27E8A" w:rsidRPr="00B169DF" w14:paraId="53833B62" w14:textId="77777777" w:rsidTr="00923D7D">
        <w:tc>
          <w:tcPr>
            <w:tcW w:w="9639" w:type="dxa"/>
          </w:tcPr>
          <w:p w14:paraId="101367D6" w14:textId="5F9BE99D" w:rsidR="00A27E8A" w:rsidRPr="00B169DF" w:rsidRDefault="00A27E8A" w:rsidP="00A27E8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770DB1">
              <w:t xml:space="preserve">Poszukiwanie i formułowanie tematu pracy </w:t>
            </w:r>
          </w:p>
        </w:tc>
      </w:tr>
      <w:tr w:rsidR="00A27E8A" w:rsidRPr="00B169DF" w14:paraId="04191D7B" w14:textId="77777777" w:rsidTr="00923D7D">
        <w:tc>
          <w:tcPr>
            <w:tcW w:w="9639" w:type="dxa"/>
          </w:tcPr>
          <w:p w14:paraId="30CEAEEA" w14:textId="37F0E5F4" w:rsidR="00A27E8A" w:rsidRPr="00B169DF" w:rsidRDefault="00A27E8A" w:rsidP="00A27E8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770DB1">
              <w:t xml:space="preserve">Teorie i metody </w:t>
            </w:r>
            <w:r>
              <w:t>naukach społecznych, w tym nauce o stosunkach międzynarodowych</w:t>
            </w:r>
            <w:r w:rsidRPr="00770DB1">
              <w:t xml:space="preserve"> </w:t>
            </w:r>
          </w:p>
        </w:tc>
      </w:tr>
      <w:tr w:rsidR="00A27E8A" w:rsidRPr="00B169DF" w14:paraId="36C54EB7" w14:textId="77777777" w:rsidTr="00923D7D">
        <w:tc>
          <w:tcPr>
            <w:tcW w:w="9639" w:type="dxa"/>
          </w:tcPr>
          <w:p w14:paraId="7755EF2B" w14:textId="749FD963" w:rsidR="00A27E8A" w:rsidRPr="00B169DF" w:rsidRDefault="00A27E8A" w:rsidP="00A27E8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770DB1">
              <w:t xml:space="preserve">Opracowanie konstrukcji pracy magisterskiej </w:t>
            </w:r>
          </w:p>
        </w:tc>
      </w:tr>
      <w:tr w:rsidR="00A27E8A" w:rsidRPr="00B169DF" w14:paraId="5B11B205" w14:textId="77777777" w:rsidTr="00923D7D">
        <w:tc>
          <w:tcPr>
            <w:tcW w:w="9639" w:type="dxa"/>
          </w:tcPr>
          <w:p w14:paraId="7EF3690A" w14:textId="3363A865" w:rsidR="00A27E8A" w:rsidRPr="00B169DF" w:rsidRDefault="00A27E8A" w:rsidP="00A27E8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770DB1">
              <w:t xml:space="preserve">Opracowanie części teoretycznej pracy magisterskiej </w:t>
            </w:r>
          </w:p>
        </w:tc>
      </w:tr>
      <w:tr w:rsidR="00A27E8A" w:rsidRPr="00B169DF" w14:paraId="45553061" w14:textId="77777777" w:rsidTr="00923D7D">
        <w:tc>
          <w:tcPr>
            <w:tcW w:w="9639" w:type="dxa"/>
          </w:tcPr>
          <w:p w14:paraId="4F45D6FB" w14:textId="1140073B" w:rsidR="00A27E8A" w:rsidRPr="00B169DF" w:rsidRDefault="00A27E8A" w:rsidP="00A27E8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770DB1">
              <w:t xml:space="preserve">Prezentacja ustna wybranych problemów badawczych  </w:t>
            </w:r>
          </w:p>
        </w:tc>
      </w:tr>
      <w:tr w:rsidR="00A27E8A" w:rsidRPr="00B169DF" w14:paraId="71BA8838" w14:textId="77777777" w:rsidTr="00923D7D">
        <w:tc>
          <w:tcPr>
            <w:tcW w:w="9639" w:type="dxa"/>
          </w:tcPr>
          <w:p w14:paraId="264CF75E" w14:textId="6062226C" w:rsidR="00A27E8A" w:rsidRPr="00B169DF" w:rsidRDefault="00A27E8A" w:rsidP="00A27E8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770DB1">
              <w:t xml:space="preserve">Dyskusja nad przedstawionymi problemami badawczymi w zakresie przyjętych metod badawczych, zgromadzonej literatury, sposobu jej wykorzystania oraz struktury przedstawionych treści </w:t>
            </w:r>
          </w:p>
        </w:tc>
      </w:tr>
      <w:tr w:rsidR="00A27E8A" w:rsidRPr="00B169DF" w14:paraId="34A39C33" w14:textId="77777777" w:rsidTr="00923D7D">
        <w:tc>
          <w:tcPr>
            <w:tcW w:w="9639" w:type="dxa"/>
          </w:tcPr>
          <w:p w14:paraId="15C4A967" w14:textId="344E083E" w:rsidR="00A27E8A" w:rsidRPr="00B169DF" w:rsidRDefault="00A27E8A" w:rsidP="00A27E8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770DB1">
              <w:t>Prezentacja ustna wyników badań empirycznych; dyskusja nad zgromadzonym materiałem badawczym oraz sposobem jego wykorzystania w pracy</w:t>
            </w:r>
          </w:p>
        </w:tc>
      </w:tr>
      <w:tr w:rsidR="00A27E8A" w:rsidRPr="00B169DF" w14:paraId="0332628E" w14:textId="77777777" w:rsidTr="00923D7D">
        <w:tc>
          <w:tcPr>
            <w:tcW w:w="9639" w:type="dxa"/>
          </w:tcPr>
          <w:p w14:paraId="6C89F2BE" w14:textId="0E6AAC9B" w:rsidR="00A27E8A" w:rsidRPr="00B169DF" w:rsidRDefault="00A27E8A" w:rsidP="00A27E8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770DB1">
              <w:t>Prezentacja ustna fragmentów pracy</w:t>
            </w:r>
          </w:p>
        </w:tc>
      </w:tr>
      <w:tr w:rsidR="00A27E8A" w:rsidRPr="00B169DF" w14:paraId="55784E24" w14:textId="77777777" w:rsidTr="00923D7D">
        <w:tc>
          <w:tcPr>
            <w:tcW w:w="9639" w:type="dxa"/>
          </w:tcPr>
          <w:p w14:paraId="3EFB9B0E" w14:textId="1FD0958A" w:rsidR="00A27E8A" w:rsidRPr="00B169DF" w:rsidRDefault="00A27E8A" w:rsidP="00A27E8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770DB1">
              <w:t>Dyskusja nad przedstawionymi fragmentami pracy</w:t>
            </w:r>
          </w:p>
        </w:tc>
      </w:tr>
    </w:tbl>
    <w:p w14:paraId="221E665E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349DBE6" w14:textId="77777777" w:rsidR="0085747A" w:rsidRPr="00B169DF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3.4 Metody dydaktyczne</w:t>
      </w:r>
      <w:r w:rsidRPr="00B169DF">
        <w:rPr>
          <w:rFonts w:ascii="Corbel" w:hAnsi="Corbel"/>
          <w:b w:val="0"/>
          <w:smallCaps w:val="0"/>
          <w:szCs w:val="24"/>
        </w:rPr>
        <w:t xml:space="preserve"> </w:t>
      </w:r>
    </w:p>
    <w:p w14:paraId="4385BF6D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62831E1" w14:textId="23C62C92" w:rsidR="009B3438" w:rsidRPr="009B3438" w:rsidRDefault="009B3438" w:rsidP="009B3438">
      <w:pPr>
        <w:pStyle w:val="Punktygwne"/>
        <w:numPr>
          <w:ilvl w:val="0"/>
          <w:numId w:val="3"/>
        </w:numPr>
        <w:tabs>
          <w:tab w:val="left" w:pos="284"/>
        </w:tabs>
        <w:spacing w:before="0" w:after="0"/>
        <w:ind w:left="714" w:hanging="357"/>
        <w:rPr>
          <w:rFonts w:ascii="Corbel" w:hAnsi="Corbel"/>
          <w:b w:val="0"/>
          <w:smallCaps w:val="0"/>
          <w:sz w:val="20"/>
          <w:szCs w:val="20"/>
        </w:rPr>
      </w:pPr>
      <w:r w:rsidRPr="009B3438">
        <w:rPr>
          <w:rFonts w:ascii="Corbel" w:hAnsi="Corbel"/>
          <w:b w:val="0"/>
          <w:smallCaps w:val="0"/>
          <w:sz w:val="20"/>
          <w:szCs w:val="20"/>
        </w:rPr>
        <w:t xml:space="preserve">studium przypadku;  </w:t>
      </w:r>
    </w:p>
    <w:p w14:paraId="64381D3F" w14:textId="569991A0" w:rsidR="009B3438" w:rsidRDefault="009B3438" w:rsidP="009B3438">
      <w:pPr>
        <w:pStyle w:val="Punktygwne"/>
        <w:numPr>
          <w:ilvl w:val="0"/>
          <w:numId w:val="3"/>
        </w:numPr>
        <w:tabs>
          <w:tab w:val="left" w:pos="284"/>
        </w:tabs>
        <w:spacing w:before="0" w:after="0"/>
        <w:ind w:left="714" w:hanging="357"/>
        <w:rPr>
          <w:rFonts w:ascii="Corbel" w:hAnsi="Corbel"/>
          <w:b w:val="0"/>
          <w:smallCaps w:val="0"/>
          <w:sz w:val="20"/>
          <w:szCs w:val="20"/>
        </w:rPr>
      </w:pPr>
      <w:r w:rsidRPr="009B3438">
        <w:rPr>
          <w:rFonts w:ascii="Corbel" w:hAnsi="Corbel"/>
          <w:b w:val="0"/>
          <w:smallCaps w:val="0"/>
          <w:sz w:val="20"/>
          <w:szCs w:val="20"/>
        </w:rPr>
        <w:t xml:space="preserve">metoda problemowa;  </w:t>
      </w:r>
    </w:p>
    <w:p w14:paraId="635BC6CD" w14:textId="438F1C29" w:rsidR="00E960BB" w:rsidRPr="009B3438" w:rsidRDefault="009B3438" w:rsidP="009B3438">
      <w:pPr>
        <w:pStyle w:val="Punktygwne"/>
        <w:numPr>
          <w:ilvl w:val="0"/>
          <w:numId w:val="3"/>
        </w:numPr>
        <w:tabs>
          <w:tab w:val="left" w:pos="284"/>
        </w:tabs>
        <w:spacing w:before="0" w:after="0"/>
        <w:ind w:left="714" w:hanging="357"/>
        <w:rPr>
          <w:rFonts w:ascii="Corbel" w:hAnsi="Corbel"/>
          <w:b w:val="0"/>
          <w:smallCaps w:val="0"/>
          <w:sz w:val="20"/>
          <w:szCs w:val="20"/>
        </w:rPr>
      </w:pPr>
      <w:r w:rsidRPr="009B3438">
        <w:rPr>
          <w:rFonts w:ascii="Corbel" w:hAnsi="Corbel"/>
          <w:b w:val="0"/>
          <w:smallCaps w:val="0"/>
          <w:sz w:val="20"/>
          <w:szCs w:val="20"/>
        </w:rPr>
        <w:t>dyskusja dydaktyczna</w:t>
      </w:r>
    </w:p>
    <w:p w14:paraId="52E69452" w14:textId="77777777" w:rsidR="00E960BB" w:rsidRPr="00B169DF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2D4E334" w14:textId="77777777" w:rsidR="00E960BB" w:rsidRPr="00B169DF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C1D44CA" w14:textId="77777777" w:rsidR="0085747A" w:rsidRPr="00B169DF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 </w:t>
      </w:r>
      <w:r w:rsidR="0085747A" w:rsidRPr="00B169DF">
        <w:rPr>
          <w:rFonts w:ascii="Corbel" w:hAnsi="Corbel"/>
          <w:smallCaps w:val="0"/>
          <w:szCs w:val="24"/>
        </w:rPr>
        <w:t>METODY I KRYTERIA OCENY</w:t>
      </w:r>
      <w:r w:rsidR="009F4610" w:rsidRPr="00B169DF">
        <w:rPr>
          <w:rFonts w:ascii="Corbel" w:hAnsi="Corbel"/>
          <w:smallCaps w:val="0"/>
          <w:szCs w:val="24"/>
        </w:rPr>
        <w:t xml:space="preserve"> </w:t>
      </w:r>
    </w:p>
    <w:p w14:paraId="39E4DFCF" w14:textId="77777777" w:rsidR="00923D7D" w:rsidRPr="00B169DF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C6AEDBB" w14:textId="77777777" w:rsidR="0085747A" w:rsidRPr="00B169DF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B169DF">
        <w:rPr>
          <w:rFonts w:ascii="Corbel" w:hAnsi="Corbel"/>
          <w:smallCaps w:val="0"/>
          <w:szCs w:val="24"/>
        </w:rPr>
        <w:t>uczenia się</w:t>
      </w:r>
    </w:p>
    <w:p w14:paraId="4D2ED721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B169DF" w14:paraId="07032E4F" w14:textId="77777777" w:rsidTr="00C05F44">
        <w:tc>
          <w:tcPr>
            <w:tcW w:w="1985" w:type="dxa"/>
            <w:vAlign w:val="center"/>
          </w:tcPr>
          <w:p w14:paraId="18FFEFAC" w14:textId="77777777" w:rsidR="0085747A" w:rsidRPr="00B169DF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2D9A556E" w14:textId="77777777" w:rsidR="0085747A" w:rsidRPr="00B169DF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14CC1C6E" w14:textId="77777777" w:rsidR="0085747A" w:rsidRPr="00B169DF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756B55AA" w14:textId="77777777" w:rsidR="00923D7D" w:rsidRPr="00B169D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31C25352" w14:textId="77777777" w:rsidR="0085747A" w:rsidRPr="00B169D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B169DF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B169DF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FE24A6" w:rsidRPr="00B169DF" w14:paraId="202D01A9" w14:textId="77777777" w:rsidTr="00C05F44">
        <w:tc>
          <w:tcPr>
            <w:tcW w:w="1985" w:type="dxa"/>
          </w:tcPr>
          <w:p w14:paraId="2014450C" w14:textId="6B0AF7B5" w:rsidR="00FE24A6" w:rsidRPr="00B169DF" w:rsidRDefault="00FE24A6" w:rsidP="00FE24A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04946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D04946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528" w:type="dxa"/>
          </w:tcPr>
          <w:p w14:paraId="44A9A79D" w14:textId="4C22F58D" w:rsidR="00FE24A6" w:rsidRPr="00B169DF" w:rsidRDefault="00FE24A6" w:rsidP="00D000A9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FE24A6">
              <w:rPr>
                <w:rFonts w:ascii="Corbel" w:eastAsia="Times New Roman" w:hAnsi="Corbel"/>
                <w:b w:val="0"/>
                <w:smallCaps w:val="0"/>
              </w:rPr>
              <w:t>Ocena wypowiedzi studenta podczas seminarium Ocena zawartości wstępu oraz części teoretycznej pracy</w:t>
            </w:r>
          </w:p>
        </w:tc>
        <w:tc>
          <w:tcPr>
            <w:tcW w:w="2126" w:type="dxa"/>
          </w:tcPr>
          <w:p w14:paraId="3B900C19" w14:textId="5D2F058E" w:rsidR="00FE24A6" w:rsidRPr="00B169DF" w:rsidRDefault="00FE24A6" w:rsidP="00FE24A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sem</w:t>
            </w:r>
            <w:proofErr w:type="spellEnd"/>
          </w:p>
        </w:tc>
      </w:tr>
      <w:tr w:rsidR="00FE24A6" w:rsidRPr="00B169DF" w14:paraId="15E51BF9" w14:textId="77777777" w:rsidTr="00C05F44">
        <w:tc>
          <w:tcPr>
            <w:tcW w:w="1985" w:type="dxa"/>
          </w:tcPr>
          <w:p w14:paraId="79A57D6B" w14:textId="2A5671A4" w:rsidR="00FE24A6" w:rsidRPr="00B169DF" w:rsidRDefault="00FE24A6" w:rsidP="00FE24A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04946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528" w:type="dxa"/>
          </w:tcPr>
          <w:p w14:paraId="5CC96795" w14:textId="278A1BDA" w:rsidR="00FE24A6" w:rsidRPr="00B169DF" w:rsidRDefault="00FE24A6" w:rsidP="00D000A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E24A6">
              <w:rPr>
                <w:rFonts w:ascii="Corbel" w:eastAsia="Times New Roman" w:hAnsi="Corbel"/>
                <w:b w:val="0"/>
                <w:smallCaps w:val="0"/>
              </w:rPr>
              <w:t>Ocena zawartości wstępu do pracy, planu badań empirycznych oraz wykorzystania zadeklarowanych metod badawczych w całej pracy</w:t>
            </w:r>
          </w:p>
        </w:tc>
        <w:tc>
          <w:tcPr>
            <w:tcW w:w="2126" w:type="dxa"/>
          </w:tcPr>
          <w:p w14:paraId="3597A6C1" w14:textId="335F130E" w:rsidR="00FE24A6" w:rsidRPr="00B169DF" w:rsidRDefault="00FE24A6" w:rsidP="00FE24A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sem</w:t>
            </w:r>
            <w:proofErr w:type="spellEnd"/>
          </w:p>
        </w:tc>
      </w:tr>
      <w:tr w:rsidR="00FE24A6" w:rsidRPr="00B169DF" w14:paraId="14594ABA" w14:textId="77777777" w:rsidTr="00C05F44">
        <w:tc>
          <w:tcPr>
            <w:tcW w:w="1985" w:type="dxa"/>
          </w:tcPr>
          <w:p w14:paraId="66905944" w14:textId="40946C81" w:rsidR="00FE24A6" w:rsidRPr="00D04946" w:rsidRDefault="00FE24A6" w:rsidP="00FE24A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04946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4ABD6F80" w14:textId="01F0DA7A" w:rsidR="00FE24A6" w:rsidRPr="00D000A9" w:rsidRDefault="00D000A9" w:rsidP="00D000A9">
            <w:pPr>
              <w:spacing w:after="0"/>
              <w:ind w:left="2"/>
              <w:rPr>
                <w:rFonts w:ascii="Corbel" w:hAnsi="Corbel"/>
                <w:lang w:eastAsia="pl-PL"/>
              </w:rPr>
            </w:pPr>
            <w:r>
              <w:rPr>
                <w:rFonts w:ascii="Corbel" w:eastAsia="Times New Roman" w:hAnsi="Corbel"/>
                <w:sz w:val="24"/>
              </w:rPr>
              <w:t xml:space="preserve">Ocena zawartości pracy </w:t>
            </w:r>
          </w:p>
        </w:tc>
        <w:tc>
          <w:tcPr>
            <w:tcW w:w="2126" w:type="dxa"/>
          </w:tcPr>
          <w:p w14:paraId="606B6D9F" w14:textId="3D11A6C2" w:rsidR="00FE24A6" w:rsidRPr="00B169DF" w:rsidRDefault="00FE24A6" w:rsidP="00FE24A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sem</w:t>
            </w:r>
            <w:proofErr w:type="spellEnd"/>
          </w:p>
        </w:tc>
      </w:tr>
      <w:tr w:rsidR="00FE24A6" w:rsidRPr="00B169DF" w14:paraId="19F82C05" w14:textId="77777777" w:rsidTr="00C05F44">
        <w:tc>
          <w:tcPr>
            <w:tcW w:w="1985" w:type="dxa"/>
          </w:tcPr>
          <w:p w14:paraId="095F55C9" w14:textId="60BD8D69" w:rsidR="00FE24A6" w:rsidRPr="00D04946" w:rsidRDefault="00FE24A6" w:rsidP="00FE24A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04946">
              <w:rPr>
                <w:rFonts w:ascii="Corbel" w:hAnsi="Corbel"/>
                <w:b w:val="0"/>
                <w:bCs/>
              </w:rPr>
              <w:t>EK_0</w:t>
            </w:r>
            <w:r>
              <w:rPr>
                <w:rFonts w:ascii="Corbel" w:hAnsi="Corbel"/>
                <w:b w:val="0"/>
                <w:bCs/>
              </w:rPr>
              <w:t>4</w:t>
            </w:r>
          </w:p>
        </w:tc>
        <w:tc>
          <w:tcPr>
            <w:tcW w:w="5528" w:type="dxa"/>
          </w:tcPr>
          <w:p w14:paraId="296AA4D0" w14:textId="0A4EA009" w:rsidR="00FE24A6" w:rsidRDefault="006236C6" w:rsidP="00FE24A6">
            <w:pPr>
              <w:pStyle w:val="Punktygwne"/>
              <w:spacing w:before="0" w:after="0"/>
              <w:rPr>
                <w:rFonts w:ascii="Corbel" w:eastAsiaTheme="minorHAnsi" w:hAnsi="Corbel"/>
                <w:szCs w:val="24"/>
              </w:rPr>
            </w:pPr>
            <w:r w:rsidRPr="006236C6">
              <w:rPr>
                <w:rFonts w:ascii="Corbel" w:eastAsia="Times New Roman" w:hAnsi="Corbel"/>
                <w:b w:val="0"/>
                <w:smallCaps w:val="0"/>
              </w:rPr>
              <w:t>Ocena wypowiedzi studenta podczas seminarium oraz zawartości pracy</w:t>
            </w:r>
          </w:p>
        </w:tc>
        <w:tc>
          <w:tcPr>
            <w:tcW w:w="2126" w:type="dxa"/>
          </w:tcPr>
          <w:p w14:paraId="7B417A27" w14:textId="075D5B67" w:rsidR="00FE24A6" w:rsidRPr="00B169DF" w:rsidRDefault="00FE24A6" w:rsidP="00FE24A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sem</w:t>
            </w:r>
            <w:proofErr w:type="spellEnd"/>
          </w:p>
        </w:tc>
      </w:tr>
      <w:tr w:rsidR="00FE24A6" w:rsidRPr="00B169DF" w14:paraId="230BC531" w14:textId="77777777" w:rsidTr="00C05F44">
        <w:tc>
          <w:tcPr>
            <w:tcW w:w="1985" w:type="dxa"/>
          </w:tcPr>
          <w:p w14:paraId="6B0621D3" w14:textId="1598B54E" w:rsidR="00FE24A6" w:rsidRPr="00D04946" w:rsidRDefault="00FE24A6" w:rsidP="00FE24A6">
            <w:pPr>
              <w:pStyle w:val="Punktygwne"/>
              <w:spacing w:before="0" w:after="0"/>
              <w:rPr>
                <w:rFonts w:ascii="Corbel" w:hAnsi="Corbel"/>
                <w:b w:val="0"/>
                <w:bCs/>
              </w:rPr>
            </w:pPr>
            <w:r w:rsidRPr="00D04946">
              <w:rPr>
                <w:rFonts w:ascii="Corbel" w:hAnsi="Corbel"/>
                <w:b w:val="0"/>
                <w:bCs/>
              </w:rPr>
              <w:t>EK_0</w:t>
            </w:r>
            <w:r>
              <w:rPr>
                <w:rFonts w:ascii="Corbel" w:hAnsi="Corbel"/>
                <w:b w:val="0"/>
                <w:bCs/>
              </w:rPr>
              <w:t>5</w:t>
            </w:r>
          </w:p>
        </w:tc>
        <w:tc>
          <w:tcPr>
            <w:tcW w:w="5528" w:type="dxa"/>
          </w:tcPr>
          <w:p w14:paraId="654C94A9" w14:textId="1205BD55" w:rsidR="00FE24A6" w:rsidRDefault="006236C6" w:rsidP="00FE24A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236C6">
              <w:rPr>
                <w:rFonts w:ascii="Corbel" w:eastAsia="Times New Roman" w:hAnsi="Corbel"/>
                <w:b w:val="0"/>
                <w:smallCaps w:val="0"/>
              </w:rPr>
              <w:t>Ocena wypowiedzi studenta podczas seminarium</w:t>
            </w:r>
          </w:p>
        </w:tc>
        <w:tc>
          <w:tcPr>
            <w:tcW w:w="2126" w:type="dxa"/>
          </w:tcPr>
          <w:p w14:paraId="45EFFEB8" w14:textId="73BA1D4F" w:rsidR="00FE24A6" w:rsidRPr="00B169DF" w:rsidRDefault="00FE24A6" w:rsidP="00FE24A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sem</w:t>
            </w:r>
            <w:proofErr w:type="spellEnd"/>
          </w:p>
        </w:tc>
      </w:tr>
      <w:tr w:rsidR="00FE24A6" w:rsidRPr="00B169DF" w14:paraId="011015C2" w14:textId="77777777" w:rsidTr="00C05F44">
        <w:tc>
          <w:tcPr>
            <w:tcW w:w="1985" w:type="dxa"/>
          </w:tcPr>
          <w:p w14:paraId="23161190" w14:textId="611F6980" w:rsidR="00FE24A6" w:rsidRPr="00D04946" w:rsidRDefault="00FE24A6" w:rsidP="00FE24A6">
            <w:pPr>
              <w:pStyle w:val="Punktygwne"/>
              <w:spacing w:before="0" w:after="0"/>
              <w:rPr>
                <w:rFonts w:ascii="Corbel" w:hAnsi="Corbel"/>
                <w:b w:val="0"/>
                <w:bCs/>
              </w:rPr>
            </w:pPr>
            <w:r w:rsidRPr="00D04946">
              <w:rPr>
                <w:rFonts w:ascii="Corbel" w:hAnsi="Corbel"/>
                <w:b w:val="0"/>
                <w:bCs/>
              </w:rPr>
              <w:t>EK_0</w:t>
            </w:r>
            <w:r>
              <w:rPr>
                <w:rFonts w:ascii="Corbel" w:hAnsi="Corbel"/>
                <w:b w:val="0"/>
                <w:bCs/>
              </w:rPr>
              <w:t>6</w:t>
            </w:r>
          </w:p>
        </w:tc>
        <w:tc>
          <w:tcPr>
            <w:tcW w:w="5528" w:type="dxa"/>
          </w:tcPr>
          <w:p w14:paraId="20AC8EA4" w14:textId="4BD2DDA9" w:rsidR="00FE24A6" w:rsidRDefault="00286AF5" w:rsidP="00FE24A6">
            <w:pPr>
              <w:pStyle w:val="Punktygwne"/>
              <w:spacing w:before="0" w:after="0"/>
              <w:rPr>
                <w:rFonts w:ascii="Corbel" w:eastAsiaTheme="minorHAnsi" w:hAnsi="Corbel"/>
                <w:szCs w:val="24"/>
              </w:rPr>
            </w:pPr>
            <w:r w:rsidRPr="006236C6">
              <w:rPr>
                <w:rFonts w:ascii="Corbel" w:eastAsia="Times New Roman" w:hAnsi="Corbel"/>
                <w:b w:val="0"/>
                <w:smallCaps w:val="0"/>
              </w:rPr>
              <w:t>Ocena wypowiedzi studenta podczas seminarium oraz zawartości pracy</w:t>
            </w:r>
          </w:p>
        </w:tc>
        <w:tc>
          <w:tcPr>
            <w:tcW w:w="2126" w:type="dxa"/>
          </w:tcPr>
          <w:p w14:paraId="16E8EE71" w14:textId="7E308C44" w:rsidR="00FE24A6" w:rsidRPr="00B169DF" w:rsidRDefault="00FE24A6" w:rsidP="00FE24A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sem</w:t>
            </w:r>
            <w:proofErr w:type="spellEnd"/>
          </w:p>
        </w:tc>
      </w:tr>
    </w:tbl>
    <w:p w14:paraId="116EDB7A" w14:textId="77777777" w:rsidR="00923D7D" w:rsidRPr="00B169DF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4E69DC0" w14:textId="77777777" w:rsidR="0085747A" w:rsidRPr="00B169DF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4.2 </w:t>
      </w:r>
      <w:r w:rsidR="0085747A" w:rsidRPr="00B169DF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B169DF">
        <w:rPr>
          <w:rFonts w:ascii="Corbel" w:hAnsi="Corbel"/>
          <w:smallCaps w:val="0"/>
          <w:szCs w:val="24"/>
        </w:rPr>
        <w:t xml:space="preserve"> </w:t>
      </w:r>
    </w:p>
    <w:p w14:paraId="7E3EC50F" w14:textId="77777777" w:rsidR="00923D7D" w:rsidRPr="00B169DF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B169DF" w14:paraId="20FD36FA" w14:textId="77777777" w:rsidTr="00923D7D">
        <w:tc>
          <w:tcPr>
            <w:tcW w:w="9670" w:type="dxa"/>
          </w:tcPr>
          <w:p w14:paraId="707E9190" w14:textId="77777777" w:rsidR="00E840D5" w:rsidRPr="00E840D5" w:rsidRDefault="009B3438" w:rsidP="00E840D5">
            <w:pPr>
              <w:spacing w:after="70" w:line="268" w:lineRule="auto"/>
              <w:ind w:left="32"/>
              <w:rPr>
                <w:rFonts w:ascii="Corbel" w:hAnsi="Corbel" w:cs="Calibri"/>
                <w:color w:val="000000"/>
                <w:lang w:eastAsia="pl-PL"/>
              </w:rPr>
            </w:pPr>
            <w:r>
              <w:rPr>
                <w:rFonts w:ascii="Corbel" w:eastAsia="Times New Roman" w:hAnsi="Corbel"/>
                <w:sz w:val="24"/>
              </w:rPr>
              <w:t xml:space="preserve"> </w:t>
            </w:r>
            <w:r w:rsidR="00E840D5" w:rsidRPr="00E840D5">
              <w:rPr>
                <w:rFonts w:ascii="Corbel" w:eastAsia="Times New Roman" w:hAnsi="Corbel"/>
                <w:color w:val="000000"/>
                <w:sz w:val="24"/>
                <w:lang w:eastAsia="pl-PL"/>
              </w:rPr>
              <w:t xml:space="preserve">Forma zaliczenia I semestru: Przygotowanie konspektu pracy, wykazu źródeł i literatury, szkicu wstępu do pracy z określonym polem i pytaniami badawczymi oraz planu badań empirycznych. Sposób zaliczenia I semestru: zaliczenie bez oceny </w:t>
            </w:r>
          </w:p>
          <w:p w14:paraId="42A33A2C" w14:textId="77777777" w:rsidR="00E840D5" w:rsidRPr="00E840D5" w:rsidRDefault="00E840D5" w:rsidP="00E840D5">
            <w:pPr>
              <w:spacing w:after="84" w:line="266" w:lineRule="auto"/>
              <w:ind w:left="32"/>
              <w:rPr>
                <w:rFonts w:ascii="Corbel" w:hAnsi="Corbel" w:cs="Calibri"/>
                <w:color w:val="000000"/>
                <w:lang w:eastAsia="pl-PL"/>
              </w:rPr>
            </w:pPr>
            <w:r w:rsidRPr="00E840D5">
              <w:rPr>
                <w:rFonts w:ascii="Corbel" w:eastAsia="Times New Roman" w:hAnsi="Corbel"/>
                <w:color w:val="000000"/>
                <w:sz w:val="24"/>
                <w:lang w:eastAsia="pl-PL"/>
              </w:rPr>
              <w:t xml:space="preserve">Forma zaliczenia II semestru: Przedstawienie w formie pisemnej teoretycznej części pracy magisterskiej oraz wstępnych wyników badań empirycznych. </w:t>
            </w:r>
          </w:p>
          <w:p w14:paraId="0AFB8361" w14:textId="77777777" w:rsidR="00E840D5" w:rsidRPr="00E840D5" w:rsidRDefault="00E840D5" w:rsidP="00E840D5">
            <w:pPr>
              <w:spacing w:after="69" w:line="240" w:lineRule="auto"/>
              <w:ind w:left="32"/>
              <w:rPr>
                <w:rFonts w:ascii="Corbel" w:hAnsi="Corbel" w:cs="Calibri"/>
                <w:color w:val="000000"/>
                <w:lang w:eastAsia="pl-PL"/>
              </w:rPr>
            </w:pPr>
            <w:r w:rsidRPr="00E840D5">
              <w:rPr>
                <w:rFonts w:ascii="Corbel" w:eastAsia="Times New Roman" w:hAnsi="Corbel"/>
                <w:color w:val="000000"/>
                <w:sz w:val="24"/>
                <w:lang w:eastAsia="pl-PL"/>
              </w:rPr>
              <w:lastRenderedPageBreak/>
              <w:t xml:space="preserve">Sposób zaliczenia II semestru: zaliczenie bez oceny </w:t>
            </w:r>
          </w:p>
          <w:p w14:paraId="6DEBC819" w14:textId="77777777" w:rsidR="00E840D5" w:rsidRPr="00E840D5" w:rsidRDefault="00E840D5" w:rsidP="00E840D5">
            <w:pPr>
              <w:spacing w:after="86" w:line="240" w:lineRule="auto"/>
              <w:ind w:left="32"/>
              <w:rPr>
                <w:rFonts w:ascii="Corbel" w:hAnsi="Corbel" w:cs="Calibri"/>
                <w:color w:val="000000"/>
                <w:lang w:eastAsia="pl-PL"/>
              </w:rPr>
            </w:pPr>
            <w:r w:rsidRPr="00E840D5">
              <w:rPr>
                <w:rFonts w:ascii="Corbel" w:eastAsia="Times New Roman" w:hAnsi="Corbel"/>
                <w:color w:val="000000"/>
                <w:sz w:val="24"/>
                <w:lang w:eastAsia="pl-PL"/>
              </w:rPr>
              <w:t xml:space="preserve">Forma zaliczenia III semestru: Złożenie kompletnej pracy magisterskiej.  </w:t>
            </w:r>
          </w:p>
          <w:p w14:paraId="2EDE4B58" w14:textId="09685934" w:rsidR="0085747A" w:rsidRPr="009B3438" w:rsidRDefault="00E840D5" w:rsidP="00E840D5">
            <w:pPr>
              <w:spacing w:after="2" w:line="235" w:lineRule="auto"/>
              <w:ind w:left="19" w:right="-15"/>
              <w:rPr>
                <w:rFonts w:ascii="Corbel" w:hAnsi="Corbel"/>
              </w:rPr>
            </w:pPr>
            <w:r w:rsidRPr="00E840D5">
              <w:rPr>
                <w:rFonts w:ascii="Corbel" w:eastAsia="Times New Roman" w:hAnsi="Corbel"/>
                <w:color w:val="000000"/>
                <w:sz w:val="24"/>
                <w:lang w:eastAsia="pl-PL"/>
              </w:rPr>
              <w:t>Sposób zaliczenia III semestru: złożenie egzaminu magisterskiego.</w:t>
            </w:r>
          </w:p>
        </w:tc>
      </w:tr>
    </w:tbl>
    <w:p w14:paraId="2D32DDA7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36E186D" w14:textId="77777777" w:rsidR="009F4610" w:rsidRPr="00B169DF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 xml:space="preserve">5. </w:t>
      </w:r>
      <w:r w:rsidR="00C61DC5" w:rsidRPr="00B169DF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01ABCF64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B169DF" w14:paraId="09F7C6B5" w14:textId="77777777" w:rsidTr="003E1941">
        <w:tc>
          <w:tcPr>
            <w:tcW w:w="4962" w:type="dxa"/>
            <w:vAlign w:val="center"/>
          </w:tcPr>
          <w:p w14:paraId="373FCEE0" w14:textId="77777777" w:rsidR="0085747A" w:rsidRPr="00B169DF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B169DF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B169DF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25F02CEA" w14:textId="77777777" w:rsidR="0085747A" w:rsidRPr="00B169DF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B169DF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B169DF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B169DF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B169DF" w14:paraId="1E56DEDB" w14:textId="77777777" w:rsidTr="00923D7D">
        <w:tc>
          <w:tcPr>
            <w:tcW w:w="4962" w:type="dxa"/>
          </w:tcPr>
          <w:p w14:paraId="018EBBFD" w14:textId="77777777" w:rsidR="0085747A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G</w:t>
            </w:r>
            <w:r w:rsidR="0085747A" w:rsidRPr="00B169DF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 w:rsidRPr="00B169DF">
              <w:rPr>
                <w:rFonts w:ascii="Corbel" w:hAnsi="Corbel"/>
                <w:sz w:val="24"/>
                <w:szCs w:val="24"/>
              </w:rPr>
              <w:t>z </w:t>
            </w:r>
            <w:r w:rsidR="000A3CDF" w:rsidRPr="00B169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B169DF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5BCE8F28" w14:textId="38914781" w:rsidR="0085747A" w:rsidRPr="00B169DF" w:rsidRDefault="00566784" w:rsidP="0056678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90</w:t>
            </w:r>
          </w:p>
        </w:tc>
      </w:tr>
      <w:tr w:rsidR="00C61DC5" w:rsidRPr="00B169DF" w14:paraId="085A3B39" w14:textId="77777777" w:rsidTr="00923D7D">
        <w:tc>
          <w:tcPr>
            <w:tcW w:w="4962" w:type="dxa"/>
          </w:tcPr>
          <w:p w14:paraId="05B03707" w14:textId="77777777" w:rsidR="00C61DC5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B169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543BB540" w14:textId="77777777" w:rsidR="00C61DC5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11A52A73" w14:textId="7372F405" w:rsidR="00C61DC5" w:rsidRPr="00B169DF" w:rsidRDefault="00566784" w:rsidP="0056678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C61DC5" w:rsidRPr="00B169DF" w14:paraId="0DF78FD8" w14:textId="77777777" w:rsidTr="00923D7D">
        <w:tc>
          <w:tcPr>
            <w:tcW w:w="4962" w:type="dxa"/>
          </w:tcPr>
          <w:p w14:paraId="089EAB17" w14:textId="77777777" w:rsidR="0071620A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B169DF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B169DF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4A16395E" w14:textId="77777777" w:rsidR="00C61DC5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51A3A4D6" w14:textId="6470B096" w:rsidR="00C61DC5" w:rsidRPr="00B169DF" w:rsidRDefault="00566784" w:rsidP="0056678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360</w:t>
            </w:r>
          </w:p>
        </w:tc>
      </w:tr>
      <w:tr w:rsidR="0085747A" w:rsidRPr="00B169DF" w14:paraId="672E1DA9" w14:textId="77777777" w:rsidTr="00923D7D">
        <w:tc>
          <w:tcPr>
            <w:tcW w:w="4962" w:type="dxa"/>
          </w:tcPr>
          <w:p w14:paraId="6D560CBC" w14:textId="77777777" w:rsidR="0085747A" w:rsidRPr="00B169DF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19337C24" w14:textId="6B04F6D8" w:rsidR="0085747A" w:rsidRPr="00B169DF" w:rsidRDefault="00566784" w:rsidP="0056678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500</w:t>
            </w:r>
          </w:p>
        </w:tc>
      </w:tr>
      <w:tr w:rsidR="0085747A" w:rsidRPr="00B169DF" w14:paraId="00400FCC" w14:textId="77777777" w:rsidTr="00923D7D">
        <w:tc>
          <w:tcPr>
            <w:tcW w:w="4962" w:type="dxa"/>
          </w:tcPr>
          <w:p w14:paraId="6F34B927" w14:textId="77777777" w:rsidR="0085747A" w:rsidRPr="00B169DF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54B0086D" w14:textId="00579F55" w:rsidR="0085747A" w:rsidRPr="00B169DF" w:rsidRDefault="00180658" w:rsidP="0056678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</w:t>
            </w:r>
          </w:p>
        </w:tc>
      </w:tr>
    </w:tbl>
    <w:p w14:paraId="34AAC28D" w14:textId="77777777" w:rsidR="0085747A" w:rsidRPr="00B169DF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B169DF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B169DF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15F672F8" w14:textId="77777777" w:rsidR="003E1941" w:rsidRPr="00B169DF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22798AB" w14:textId="7E9C4BDF" w:rsidR="0085747A" w:rsidRPr="00B169DF" w:rsidRDefault="0071620A" w:rsidP="00553712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6. </w:t>
      </w:r>
      <w:r w:rsidR="0085747A" w:rsidRPr="00B169DF">
        <w:rPr>
          <w:rFonts w:ascii="Corbel" w:hAnsi="Corbel"/>
          <w:smallCaps w:val="0"/>
          <w:szCs w:val="24"/>
        </w:rPr>
        <w:t>PRAKTYKI ZAWO</w:t>
      </w:r>
      <w:r w:rsidR="009D3F3B" w:rsidRPr="00B169DF">
        <w:rPr>
          <w:rFonts w:ascii="Corbel" w:hAnsi="Corbel"/>
          <w:smallCaps w:val="0"/>
          <w:szCs w:val="24"/>
        </w:rPr>
        <w:t>DOWE W RAMACH PRZEDMIOTU</w:t>
      </w:r>
    </w:p>
    <w:p w14:paraId="10F79B98" w14:textId="4D17AB30" w:rsidR="00180658" w:rsidRDefault="00180658" w:rsidP="00553712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Nie dotyczy </w:t>
      </w:r>
    </w:p>
    <w:p w14:paraId="01B02DA4" w14:textId="77777777" w:rsidR="00553712" w:rsidRPr="00B169DF" w:rsidRDefault="00553712" w:rsidP="00553712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C931DA8" w14:textId="77777777" w:rsidR="0085747A" w:rsidRPr="00B169DF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7. </w:t>
      </w:r>
      <w:r w:rsidR="0085747A" w:rsidRPr="00B169DF">
        <w:rPr>
          <w:rFonts w:ascii="Corbel" w:hAnsi="Corbel"/>
          <w:smallCaps w:val="0"/>
          <w:szCs w:val="24"/>
        </w:rPr>
        <w:t>LITERATURA</w:t>
      </w:r>
      <w:r w:rsidRPr="00B169DF">
        <w:rPr>
          <w:rFonts w:ascii="Corbel" w:hAnsi="Corbel"/>
          <w:smallCaps w:val="0"/>
          <w:szCs w:val="24"/>
        </w:rPr>
        <w:t xml:space="preserve"> </w:t>
      </w:r>
    </w:p>
    <w:p w14:paraId="12E58AC7" w14:textId="77777777" w:rsidR="00675843" w:rsidRPr="00B169DF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B169DF" w14:paraId="0EF70567" w14:textId="77777777" w:rsidTr="0071620A">
        <w:trPr>
          <w:trHeight w:val="397"/>
        </w:trPr>
        <w:tc>
          <w:tcPr>
            <w:tcW w:w="7513" w:type="dxa"/>
          </w:tcPr>
          <w:p w14:paraId="3D6EC53D" w14:textId="77777777" w:rsidR="006F0188" w:rsidRDefault="0085747A" w:rsidP="009C54AE">
            <w:pPr>
              <w:pStyle w:val="Punktygwne"/>
              <w:spacing w:before="0" w:after="0"/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  <w:r w:rsidR="006F0188">
              <w:t xml:space="preserve"> </w:t>
            </w:r>
          </w:p>
          <w:p w14:paraId="56802647" w14:textId="132371D1" w:rsidR="001B55CE" w:rsidRPr="001B55CE" w:rsidRDefault="001B55CE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hyperlink r:id="rId8" w:history="1">
              <w:r w:rsidRPr="00553712">
                <w:rPr>
                  <w:rFonts w:ascii="Corbel" w:hAnsi="Corbel" w:cs="Arial"/>
                  <w:b w:val="0"/>
                  <w:i/>
                  <w:iCs/>
                  <w:smallCaps w:val="0"/>
                  <w:color w:val="000000"/>
                  <w:szCs w:val="24"/>
                </w:rPr>
                <w:t>Stosunki międzynarodowe: teoria i praktyka</w:t>
              </w:r>
              <w:r w:rsidR="00553712">
                <w:rPr>
                  <w:rFonts w:ascii="Corbel" w:hAnsi="Corbel" w:cs="Arial"/>
                  <w:b w:val="0"/>
                  <w:smallCaps w:val="0"/>
                  <w:color w:val="000000"/>
                  <w:szCs w:val="24"/>
                </w:rPr>
                <w:t xml:space="preserve">, </w:t>
              </w:r>
              <w:r w:rsidRPr="001B55CE">
                <w:rPr>
                  <w:rFonts w:ascii="Corbel" w:hAnsi="Corbel" w:cs="Arial"/>
                  <w:b w:val="0"/>
                  <w:smallCaps w:val="0"/>
                  <w:color w:val="000000"/>
                  <w:szCs w:val="24"/>
                </w:rPr>
                <w:t>red. A</w:t>
              </w:r>
              <w:r w:rsidR="00553712">
                <w:rPr>
                  <w:rFonts w:ascii="Corbel" w:hAnsi="Corbel" w:cs="Arial"/>
                  <w:b w:val="0"/>
                  <w:smallCaps w:val="0"/>
                  <w:color w:val="000000"/>
                  <w:szCs w:val="24"/>
                </w:rPr>
                <w:t>.</w:t>
              </w:r>
              <w:r w:rsidRPr="001B55CE">
                <w:rPr>
                  <w:rFonts w:ascii="Corbel" w:hAnsi="Corbel" w:cs="Arial"/>
                  <w:b w:val="0"/>
                  <w:smallCaps w:val="0"/>
                  <w:color w:val="000000"/>
                  <w:szCs w:val="24"/>
                </w:rPr>
                <w:t xml:space="preserve"> Dorosz, Z</w:t>
              </w:r>
              <w:r w:rsidR="00553712">
                <w:rPr>
                  <w:rFonts w:ascii="Corbel" w:hAnsi="Corbel" w:cs="Arial"/>
                  <w:b w:val="0"/>
                  <w:smallCaps w:val="0"/>
                  <w:color w:val="000000"/>
                  <w:szCs w:val="24"/>
                </w:rPr>
                <w:t>.</w:t>
              </w:r>
              <w:r w:rsidRPr="001B55CE">
                <w:rPr>
                  <w:rFonts w:ascii="Corbel" w:hAnsi="Corbel" w:cs="Arial"/>
                  <w:b w:val="0"/>
                  <w:smallCaps w:val="0"/>
                  <w:color w:val="000000"/>
                  <w:szCs w:val="24"/>
                </w:rPr>
                <w:t xml:space="preserve"> Olesiński, L</w:t>
              </w:r>
              <w:r w:rsidR="00553712">
                <w:rPr>
                  <w:rFonts w:ascii="Corbel" w:hAnsi="Corbel" w:cs="Arial"/>
                  <w:b w:val="0"/>
                  <w:smallCaps w:val="0"/>
                  <w:color w:val="000000"/>
                  <w:szCs w:val="24"/>
                </w:rPr>
                <w:t>.</w:t>
              </w:r>
              <w:r w:rsidRPr="001B55CE">
                <w:rPr>
                  <w:rFonts w:ascii="Corbel" w:hAnsi="Corbel" w:cs="Arial"/>
                  <w:b w:val="0"/>
                  <w:smallCaps w:val="0"/>
                  <w:color w:val="000000"/>
                  <w:szCs w:val="24"/>
                </w:rPr>
                <w:t xml:space="preserve"> Pastusiak</w:t>
              </w:r>
              <w:r w:rsidR="00553712">
                <w:rPr>
                  <w:rFonts w:ascii="Corbel" w:hAnsi="Corbel" w:cs="Arial"/>
                  <w:b w:val="0"/>
                  <w:smallCaps w:val="0"/>
                  <w:color w:val="000000"/>
                  <w:szCs w:val="24"/>
                </w:rPr>
                <w:t>,</w:t>
              </w:r>
            </w:hyperlink>
            <w:r w:rsidR="00553712">
              <w:rPr>
                <w:rFonts w:ascii="Corbel" w:hAnsi="Corbel" w:cs="Arial"/>
                <w:b w:val="0"/>
                <w:smallCaps w:val="0"/>
                <w:color w:val="000000"/>
                <w:szCs w:val="24"/>
              </w:rPr>
              <w:t xml:space="preserve"> </w:t>
            </w:r>
            <w:r w:rsidRPr="001B55CE">
              <w:rPr>
                <w:rFonts w:ascii="Corbel" w:hAnsi="Corbel" w:cs="Arial"/>
                <w:b w:val="0"/>
                <w:smallCaps w:val="0"/>
                <w:color w:val="000000"/>
                <w:szCs w:val="24"/>
              </w:rPr>
              <w:t>Warszawa 2015.</w:t>
            </w:r>
          </w:p>
          <w:p w14:paraId="64F0BB49" w14:textId="77777777" w:rsidR="006F0188" w:rsidRDefault="006F0188" w:rsidP="006F0188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R. Jackson, G.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Sørensen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, </w:t>
            </w:r>
            <w:r w:rsidRPr="00553712">
              <w:rPr>
                <w:rFonts w:ascii="Corbel" w:hAnsi="Corbel"/>
                <w:i/>
                <w:iCs/>
                <w:sz w:val="24"/>
                <w:szCs w:val="24"/>
              </w:rPr>
              <w:t>Wprowadzenie do stosunków międzynarodowych. Teorie i kierunki badawcze</w:t>
            </w:r>
            <w:r>
              <w:rPr>
                <w:rFonts w:ascii="Corbel" w:hAnsi="Corbel"/>
                <w:sz w:val="24"/>
                <w:szCs w:val="24"/>
              </w:rPr>
              <w:t>, Kraków 2006.</w:t>
            </w:r>
          </w:p>
          <w:p w14:paraId="6C320C1B" w14:textId="3607FCB6" w:rsidR="006F0188" w:rsidRPr="006F0188" w:rsidRDefault="006F0188" w:rsidP="006F0188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553712">
              <w:rPr>
                <w:rFonts w:ascii="Corbel" w:hAnsi="Corbel"/>
                <w:i/>
                <w:iCs/>
                <w:sz w:val="24"/>
                <w:szCs w:val="24"/>
              </w:rPr>
              <w:t>Teorie i metody w naukach politycznych</w:t>
            </w:r>
            <w:r>
              <w:rPr>
                <w:rFonts w:ascii="Corbel" w:hAnsi="Corbel"/>
                <w:sz w:val="24"/>
                <w:szCs w:val="24"/>
              </w:rPr>
              <w:t>, red. D. Marsh, G. Stoper, Kraków 2006.</w:t>
            </w:r>
          </w:p>
          <w:p w14:paraId="6E3088F8" w14:textId="77777777" w:rsidR="006F0188" w:rsidRDefault="006F0188" w:rsidP="006F0188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M. Sułek, </w:t>
            </w:r>
            <w:r w:rsidRPr="00553712">
              <w:rPr>
                <w:rFonts w:ascii="Corbel" w:hAnsi="Corbel"/>
                <w:i/>
                <w:iCs/>
                <w:sz w:val="24"/>
                <w:szCs w:val="24"/>
              </w:rPr>
              <w:t>Metody i techniki badań stosunków międzynarodowych</w:t>
            </w:r>
            <w:r>
              <w:rPr>
                <w:rFonts w:ascii="Corbel" w:hAnsi="Corbel"/>
                <w:sz w:val="24"/>
                <w:szCs w:val="24"/>
              </w:rPr>
              <w:t>, Warszawa 2004.</w:t>
            </w:r>
          </w:p>
          <w:p w14:paraId="317303D7" w14:textId="6B7695B3" w:rsidR="006F0188" w:rsidRPr="006F0188" w:rsidRDefault="006F0188" w:rsidP="006F0188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J. Sztumski, </w:t>
            </w:r>
            <w:r w:rsidRPr="00553712">
              <w:rPr>
                <w:rFonts w:ascii="Corbel" w:hAnsi="Corbel"/>
                <w:i/>
                <w:iCs/>
                <w:sz w:val="24"/>
                <w:szCs w:val="24"/>
              </w:rPr>
              <w:t>Wstęp do metod i technik badań społecznych</w:t>
            </w:r>
            <w:r>
              <w:rPr>
                <w:rFonts w:ascii="Corbel" w:hAnsi="Corbel"/>
                <w:sz w:val="24"/>
                <w:szCs w:val="24"/>
              </w:rPr>
              <w:t>, Katowice 1999.</w:t>
            </w:r>
          </w:p>
          <w:p w14:paraId="0B09B87B" w14:textId="44F31B65" w:rsidR="0085747A" w:rsidRPr="00B169DF" w:rsidRDefault="006F018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F0188">
              <w:rPr>
                <w:rFonts w:ascii="Corbel" w:hAnsi="Corbel"/>
                <w:b w:val="0"/>
                <w:smallCaps w:val="0"/>
                <w:szCs w:val="24"/>
              </w:rPr>
              <w:t xml:space="preserve">David Marsh, </w:t>
            </w:r>
            <w:proofErr w:type="spellStart"/>
            <w:r w:rsidRPr="006F0188">
              <w:rPr>
                <w:rFonts w:ascii="Corbel" w:hAnsi="Corbel"/>
                <w:b w:val="0"/>
                <w:smallCaps w:val="0"/>
                <w:szCs w:val="24"/>
              </w:rPr>
              <w:t>Gerry</w:t>
            </w:r>
            <w:proofErr w:type="spellEnd"/>
            <w:r w:rsidRPr="006F0188">
              <w:rPr>
                <w:rFonts w:ascii="Corbel" w:hAnsi="Corbel"/>
                <w:b w:val="0"/>
                <w:smallCaps w:val="0"/>
                <w:szCs w:val="24"/>
              </w:rPr>
              <w:t xml:space="preserve"> Stoker (red.), </w:t>
            </w:r>
            <w:r w:rsidRPr="00553712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Teorie i metody w naukach politycznych, Wydawnictwo Uniwersytetu Jagiellońskiego</w:t>
            </w:r>
            <w:r w:rsidRPr="006F0188">
              <w:rPr>
                <w:rFonts w:ascii="Corbel" w:hAnsi="Corbel"/>
                <w:b w:val="0"/>
                <w:smallCaps w:val="0"/>
                <w:szCs w:val="24"/>
              </w:rPr>
              <w:t>, Kraków 2006.</w:t>
            </w:r>
          </w:p>
        </w:tc>
      </w:tr>
      <w:tr w:rsidR="0085747A" w:rsidRPr="00B169DF" w14:paraId="7B4847A9" w14:textId="77777777" w:rsidTr="0071620A">
        <w:trPr>
          <w:trHeight w:val="397"/>
        </w:trPr>
        <w:tc>
          <w:tcPr>
            <w:tcW w:w="7513" w:type="dxa"/>
          </w:tcPr>
          <w:p w14:paraId="65DE33E0" w14:textId="77777777" w:rsidR="007C6AB3" w:rsidRPr="006F0188" w:rsidRDefault="0085747A" w:rsidP="007C6AB3">
            <w:pPr>
              <w:rPr>
                <w:rFonts w:ascii="Corbel" w:hAnsi="Corbel"/>
                <w:sz w:val="24"/>
                <w:szCs w:val="24"/>
              </w:rPr>
            </w:pPr>
            <w:r w:rsidRPr="006F0188">
              <w:rPr>
                <w:rFonts w:ascii="Corbel" w:hAnsi="Corbel"/>
                <w:sz w:val="24"/>
                <w:szCs w:val="24"/>
              </w:rPr>
              <w:t xml:space="preserve">Literatura uzupełniająca: </w:t>
            </w:r>
          </w:p>
          <w:p w14:paraId="5A87C17C" w14:textId="3BA93836" w:rsidR="007C6AB3" w:rsidRDefault="007C6AB3" w:rsidP="007C6AB3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J.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Czaputowicz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, </w:t>
            </w:r>
            <w:r w:rsidRPr="00553712">
              <w:rPr>
                <w:rFonts w:ascii="Corbel" w:hAnsi="Corbel"/>
                <w:i/>
                <w:iCs/>
                <w:sz w:val="24"/>
                <w:szCs w:val="24"/>
              </w:rPr>
              <w:t>Teorie stosunków międzynarodowych. Krytyka i systematyzacja</w:t>
            </w:r>
            <w:r>
              <w:rPr>
                <w:rFonts w:ascii="Corbel" w:hAnsi="Corbel"/>
                <w:sz w:val="24"/>
                <w:szCs w:val="24"/>
              </w:rPr>
              <w:t>, Warszawa 2007.</w:t>
            </w:r>
          </w:p>
          <w:p w14:paraId="3596F52B" w14:textId="049FB981" w:rsidR="0085747A" w:rsidRPr="00553712" w:rsidRDefault="007C6AB3" w:rsidP="00553712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J. Kukułka, </w:t>
            </w:r>
            <w:r w:rsidRPr="00553712">
              <w:rPr>
                <w:rFonts w:ascii="Corbel" w:hAnsi="Corbel"/>
                <w:i/>
                <w:iCs/>
                <w:sz w:val="24"/>
                <w:szCs w:val="24"/>
              </w:rPr>
              <w:t>Wstęp do nauki o stosunkach międzynarodowych</w:t>
            </w:r>
            <w:r>
              <w:rPr>
                <w:rFonts w:ascii="Corbel" w:hAnsi="Corbel"/>
                <w:sz w:val="24"/>
                <w:szCs w:val="24"/>
              </w:rPr>
              <w:t>, Warszawa 2003.</w:t>
            </w:r>
          </w:p>
        </w:tc>
      </w:tr>
    </w:tbl>
    <w:p w14:paraId="1EF224D1" w14:textId="77777777"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A7B3AAB" w14:textId="77777777"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4869CAB" w14:textId="77777777" w:rsidR="0085747A" w:rsidRPr="00B169DF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B169DF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B169DF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1BDAB33" w14:textId="77777777" w:rsidR="00B71C48" w:rsidRDefault="00B71C48" w:rsidP="00C16ABF">
      <w:pPr>
        <w:spacing w:after="0" w:line="240" w:lineRule="auto"/>
      </w:pPr>
      <w:r>
        <w:separator/>
      </w:r>
    </w:p>
  </w:endnote>
  <w:endnote w:type="continuationSeparator" w:id="0">
    <w:p w14:paraId="1306D7E1" w14:textId="77777777" w:rsidR="00B71C48" w:rsidRDefault="00B71C48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A33F273" w14:textId="77777777" w:rsidR="00B71C48" w:rsidRDefault="00B71C48" w:rsidP="00C16ABF">
      <w:pPr>
        <w:spacing w:after="0" w:line="240" w:lineRule="auto"/>
      </w:pPr>
      <w:r>
        <w:separator/>
      </w:r>
    </w:p>
  </w:footnote>
  <w:footnote w:type="continuationSeparator" w:id="0">
    <w:p w14:paraId="61679E56" w14:textId="77777777" w:rsidR="00B71C48" w:rsidRDefault="00B71C48" w:rsidP="00C16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A66EC7"/>
    <w:multiLevelType w:val="hybridMultilevel"/>
    <w:tmpl w:val="26BC74D2"/>
    <w:lvl w:ilvl="0" w:tplc="FD845098">
      <w:start w:val="1"/>
      <w:numFmt w:val="bullet"/>
      <w:lvlText w:val="-"/>
      <w:lvlJc w:val="left"/>
      <w:pPr>
        <w:ind w:left="15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1" w:tplc="29ACF51C">
      <w:start w:val="1"/>
      <w:numFmt w:val="bullet"/>
      <w:lvlText w:val="o"/>
      <w:lvlJc w:val="left"/>
      <w:pPr>
        <w:ind w:left="1114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2" w:tplc="F2540E42">
      <w:start w:val="1"/>
      <w:numFmt w:val="bullet"/>
      <w:lvlText w:val="▪"/>
      <w:lvlJc w:val="left"/>
      <w:pPr>
        <w:ind w:left="1834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3" w:tplc="56E0541A">
      <w:start w:val="1"/>
      <w:numFmt w:val="bullet"/>
      <w:lvlText w:val="•"/>
      <w:lvlJc w:val="left"/>
      <w:pPr>
        <w:ind w:left="2554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4" w:tplc="C9D8DC44">
      <w:start w:val="1"/>
      <w:numFmt w:val="bullet"/>
      <w:lvlText w:val="o"/>
      <w:lvlJc w:val="left"/>
      <w:pPr>
        <w:ind w:left="3274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5" w:tplc="B85C1B22">
      <w:start w:val="1"/>
      <w:numFmt w:val="bullet"/>
      <w:lvlText w:val="▪"/>
      <w:lvlJc w:val="left"/>
      <w:pPr>
        <w:ind w:left="3994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6" w:tplc="3A880534">
      <w:start w:val="1"/>
      <w:numFmt w:val="bullet"/>
      <w:lvlText w:val="•"/>
      <w:lvlJc w:val="left"/>
      <w:pPr>
        <w:ind w:left="4714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7" w:tplc="D390D6B4">
      <w:start w:val="1"/>
      <w:numFmt w:val="bullet"/>
      <w:lvlText w:val="o"/>
      <w:lvlJc w:val="left"/>
      <w:pPr>
        <w:ind w:left="5434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8" w:tplc="765E57D8">
      <w:start w:val="1"/>
      <w:numFmt w:val="bullet"/>
      <w:lvlText w:val="▪"/>
      <w:lvlJc w:val="left"/>
      <w:pPr>
        <w:ind w:left="6154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43EE4825"/>
    <w:multiLevelType w:val="hybridMultilevel"/>
    <w:tmpl w:val="D5BE6400"/>
    <w:lvl w:ilvl="0" w:tplc="23943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7630227">
    <w:abstractNumId w:val="1"/>
  </w:num>
  <w:num w:numId="2" w16cid:durableId="1794325625">
    <w:abstractNumId w:val="0"/>
  </w:num>
  <w:num w:numId="3" w16cid:durableId="12735294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50240"/>
    <w:rsid w:val="00070ED6"/>
    <w:rsid w:val="000742DC"/>
    <w:rsid w:val="00074882"/>
    <w:rsid w:val="00084C12"/>
    <w:rsid w:val="00087AFE"/>
    <w:rsid w:val="0009462C"/>
    <w:rsid w:val="00094B12"/>
    <w:rsid w:val="00096C46"/>
    <w:rsid w:val="000A296F"/>
    <w:rsid w:val="000A2A28"/>
    <w:rsid w:val="000A3CDF"/>
    <w:rsid w:val="000B0446"/>
    <w:rsid w:val="000B192D"/>
    <w:rsid w:val="000B28EE"/>
    <w:rsid w:val="000B3E37"/>
    <w:rsid w:val="000C24ED"/>
    <w:rsid w:val="000C6AA7"/>
    <w:rsid w:val="000D04B0"/>
    <w:rsid w:val="000F1C57"/>
    <w:rsid w:val="000F5615"/>
    <w:rsid w:val="000F7E01"/>
    <w:rsid w:val="001045A1"/>
    <w:rsid w:val="00121FAA"/>
    <w:rsid w:val="00124BFF"/>
    <w:rsid w:val="0012560E"/>
    <w:rsid w:val="00127108"/>
    <w:rsid w:val="00134B13"/>
    <w:rsid w:val="00146BC0"/>
    <w:rsid w:val="00153C41"/>
    <w:rsid w:val="00154381"/>
    <w:rsid w:val="00162C50"/>
    <w:rsid w:val="001640A7"/>
    <w:rsid w:val="00164FA7"/>
    <w:rsid w:val="00166A03"/>
    <w:rsid w:val="001718A7"/>
    <w:rsid w:val="001737CF"/>
    <w:rsid w:val="00176083"/>
    <w:rsid w:val="00180658"/>
    <w:rsid w:val="0018530D"/>
    <w:rsid w:val="00192F37"/>
    <w:rsid w:val="001A70D2"/>
    <w:rsid w:val="001B55CE"/>
    <w:rsid w:val="001D657B"/>
    <w:rsid w:val="001D7B54"/>
    <w:rsid w:val="001E0209"/>
    <w:rsid w:val="001F2CA2"/>
    <w:rsid w:val="00200E41"/>
    <w:rsid w:val="002144C0"/>
    <w:rsid w:val="0022477D"/>
    <w:rsid w:val="002273DC"/>
    <w:rsid w:val="002278A9"/>
    <w:rsid w:val="002336F9"/>
    <w:rsid w:val="0024028F"/>
    <w:rsid w:val="00244ABC"/>
    <w:rsid w:val="00244BC2"/>
    <w:rsid w:val="00281FF2"/>
    <w:rsid w:val="00282D04"/>
    <w:rsid w:val="002857DE"/>
    <w:rsid w:val="00286AF5"/>
    <w:rsid w:val="00291567"/>
    <w:rsid w:val="00292D31"/>
    <w:rsid w:val="002A22BF"/>
    <w:rsid w:val="002A2389"/>
    <w:rsid w:val="002A671D"/>
    <w:rsid w:val="002B0BD6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15648"/>
    <w:rsid w:val="00316248"/>
    <w:rsid w:val="003276E6"/>
    <w:rsid w:val="003343CF"/>
    <w:rsid w:val="00346FE9"/>
    <w:rsid w:val="0034759A"/>
    <w:rsid w:val="003503F6"/>
    <w:rsid w:val="003530DD"/>
    <w:rsid w:val="00353CC9"/>
    <w:rsid w:val="003558DD"/>
    <w:rsid w:val="00363F78"/>
    <w:rsid w:val="003A0A5B"/>
    <w:rsid w:val="003A1176"/>
    <w:rsid w:val="003C0BAE"/>
    <w:rsid w:val="003D18A9"/>
    <w:rsid w:val="003D6CE2"/>
    <w:rsid w:val="003E040B"/>
    <w:rsid w:val="003E1941"/>
    <w:rsid w:val="003E2FE6"/>
    <w:rsid w:val="003E49D5"/>
    <w:rsid w:val="003E5D32"/>
    <w:rsid w:val="003F205D"/>
    <w:rsid w:val="003F38C0"/>
    <w:rsid w:val="00414E3C"/>
    <w:rsid w:val="0042244A"/>
    <w:rsid w:val="0042745A"/>
    <w:rsid w:val="00431D5C"/>
    <w:rsid w:val="00434BE1"/>
    <w:rsid w:val="004362C6"/>
    <w:rsid w:val="00437FA2"/>
    <w:rsid w:val="00445970"/>
    <w:rsid w:val="00461EFC"/>
    <w:rsid w:val="004652C2"/>
    <w:rsid w:val="004706D1"/>
    <w:rsid w:val="00471326"/>
    <w:rsid w:val="0047598D"/>
    <w:rsid w:val="00477BF7"/>
    <w:rsid w:val="004840FD"/>
    <w:rsid w:val="00490F7D"/>
    <w:rsid w:val="00491678"/>
    <w:rsid w:val="004968E2"/>
    <w:rsid w:val="004A3EEA"/>
    <w:rsid w:val="004A4D1F"/>
    <w:rsid w:val="004B3F0E"/>
    <w:rsid w:val="004B61E3"/>
    <w:rsid w:val="004C1A3E"/>
    <w:rsid w:val="004D0E5E"/>
    <w:rsid w:val="004D31C0"/>
    <w:rsid w:val="004D5282"/>
    <w:rsid w:val="004F1551"/>
    <w:rsid w:val="004F55A3"/>
    <w:rsid w:val="0050496F"/>
    <w:rsid w:val="00511744"/>
    <w:rsid w:val="00513B6F"/>
    <w:rsid w:val="00517C63"/>
    <w:rsid w:val="00520612"/>
    <w:rsid w:val="005363C4"/>
    <w:rsid w:val="00536BDE"/>
    <w:rsid w:val="00543ACC"/>
    <w:rsid w:val="00553712"/>
    <w:rsid w:val="00557289"/>
    <w:rsid w:val="005630BA"/>
    <w:rsid w:val="005651E2"/>
    <w:rsid w:val="00566784"/>
    <w:rsid w:val="0056696D"/>
    <w:rsid w:val="00576FEF"/>
    <w:rsid w:val="0059484D"/>
    <w:rsid w:val="005A0855"/>
    <w:rsid w:val="005A3196"/>
    <w:rsid w:val="005C080F"/>
    <w:rsid w:val="005C55E5"/>
    <w:rsid w:val="005C696A"/>
    <w:rsid w:val="005E6E85"/>
    <w:rsid w:val="005F31D2"/>
    <w:rsid w:val="005F76A3"/>
    <w:rsid w:val="0061029B"/>
    <w:rsid w:val="00612603"/>
    <w:rsid w:val="00617230"/>
    <w:rsid w:val="00621CE1"/>
    <w:rsid w:val="006236C6"/>
    <w:rsid w:val="00627FC9"/>
    <w:rsid w:val="006465BD"/>
    <w:rsid w:val="00647FA8"/>
    <w:rsid w:val="00650C5F"/>
    <w:rsid w:val="00654934"/>
    <w:rsid w:val="006620D9"/>
    <w:rsid w:val="00671958"/>
    <w:rsid w:val="00675843"/>
    <w:rsid w:val="0069129D"/>
    <w:rsid w:val="0069201F"/>
    <w:rsid w:val="00696477"/>
    <w:rsid w:val="006D050F"/>
    <w:rsid w:val="006D6139"/>
    <w:rsid w:val="006E5D65"/>
    <w:rsid w:val="006F0188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4499"/>
    <w:rsid w:val="0078168C"/>
    <w:rsid w:val="00787C2A"/>
    <w:rsid w:val="00790E27"/>
    <w:rsid w:val="007A4022"/>
    <w:rsid w:val="007A6E6E"/>
    <w:rsid w:val="007B59D2"/>
    <w:rsid w:val="007C3299"/>
    <w:rsid w:val="007C3BCC"/>
    <w:rsid w:val="007C4546"/>
    <w:rsid w:val="007C6AB3"/>
    <w:rsid w:val="007D1D1D"/>
    <w:rsid w:val="007D6E56"/>
    <w:rsid w:val="007E7B4A"/>
    <w:rsid w:val="007F4155"/>
    <w:rsid w:val="007F7AB4"/>
    <w:rsid w:val="0081554D"/>
    <w:rsid w:val="0081707E"/>
    <w:rsid w:val="008449B3"/>
    <w:rsid w:val="008545A0"/>
    <w:rsid w:val="008552A2"/>
    <w:rsid w:val="0085747A"/>
    <w:rsid w:val="00863913"/>
    <w:rsid w:val="00884922"/>
    <w:rsid w:val="00885F64"/>
    <w:rsid w:val="008917F9"/>
    <w:rsid w:val="008A45F7"/>
    <w:rsid w:val="008B345D"/>
    <w:rsid w:val="008C0CC0"/>
    <w:rsid w:val="008C19A9"/>
    <w:rsid w:val="008C379D"/>
    <w:rsid w:val="008C5147"/>
    <w:rsid w:val="008C5359"/>
    <w:rsid w:val="008C5363"/>
    <w:rsid w:val="008D3DFB"/>
    <w:rsid w:val="008E64F4"/>
    <w:rsid w:val="008E7A35"/>
    <w:rsid w:val="008F12C9"/>
    <w:rsid w:val="008F6E29"/>
    <w:rsid w:val="00907455"/>
    <w:rsid w:val="00910FE9"/>
    <w:rsid w:val="00916188"/>
    <w:rsid w:val="00923D7D"/>
    <w:rsid w:val="009508DF"/>
    <w:rsid w:val="00950DAC"/>
    <w:rsid w:val="00954A07"/>
    <w:rsid w:val="00981D43"/>
    <w:rsid w:val="00997F14"/>
    <w:rsid w:val="009A78D9"/>
    <w:rsid w:val="009B3438"/>
    <w:rsid w:val="009C3E31"/>
    <w:rsid w:val="009C54AE"/>
    <w:rsid w:val="009C788E"/>
    <w:rsid w:val="009D3F3B"/>
    <w:rsid w:val="009E0543"/>
    <w:rsid w:val="009E3B41"/>
    <w:rsid w:val="009F3C5C"/>
    <w:rsid w:val="009F4610"/>
    <w:rsid w:val="009F5E9B"/>
    <w:rsid w:val="00A00ECC"/>
    <w:rsid w:val="00A155EE"/>
    <w:rsid w:val="00A2245B"/>
    <w:rsid w:val="00A27E8A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7A3"/>
    <w:rsid w:val="00AE5FCB"/>
    <w:rsid w:val="00AF2C1E"/>
    <w:rsid w:val="00B06142"/>
    <w:rsid w:val="00B135B1"/>
    <w:rsid w:val="00B1435F"/>
    <w:rsid w:val="00B169DF"/>
    <w:rsid w:val="00B3130B"/>
    <w:rsid w:val="00B40ADB"/>
    <w:rsid w:val="00B43B77"/>
    <w:rsid w:val="00B43E80"/>
    <w:rsid w:val="00B607DB"/>
    <w:rsid w:val="00B64313"/>
    <w:rsid w:val="00B66529"/>
    <w:rsid w:val="00B71C48"/>
    <w:rsid w:val="00B75946"/>
    <w:rsid w:val="00B8056E"/>
    <w:rsid w:val="00B819C8"/>
    <w:rsid w:val="00B82308"/>
    <w:rsid w:val="00B90885"/>
    <w:rsid w:val="00B9550B"/>
    <w:rsid w:val="00BB520A"/>
    <w:rsid w:val="00BD3869"/>
    <w:rsid w:val="00BD66E9"/>
    <w:rsid w:val="00BD6FF4"/>
    <w:rsid w:val="00BF2C41"/>
    <w:rsid w:val="00C058B4"/>
    <w:rsid w:val="00C05F44"/>
    <w:rsid w:val="00C12A94"/>
    <w:rsid w:val="00C131B5"/>
    <w:rsid w:val="00C16ABF"/>
    <w:rsid w:val="00C170AE"/>
    <w:rsid w:val="00C26072"/>
    <w:rsid w:val="00C26CB7"/>
    <w:rsid w:val="00C324C1"/>
    <w:rsid w:val="00C367AD"/>
    <w:rsid w:val="00C36992"/>
    <w:rsid w:val="00C5398B"/>
    <w:rsid w:val="00C56036"/>
    <w:rsid w:val="00C61DC5"/>
    <w:rsid w:val="00C66FAA"/>
    <w:rsid w:val="00C67E92"/>
    <w:rsid w:val="00C70A26"/>
    <w:rsid w:val="00C766DF"/>
    <w:rsid w:val="00C9111A"/>
    <w:rsid w:val="00C94B98"/>
    <w:rsid w:val="00CA2B96"/>
    <w:rsid w:val="00CA5089"/>
    <w:rsid w:val="00CB536A"/>
    <w:rsid w:val="00CC22AB"/>
    <w:rsid w:val="00CC385E"/>
    <w:rsid w:val="00CD6897"/>
    <w:rsid w:val="00CE5BAC"/>
    <w:rsid w:val="00CF25BE"/>
    <w:rsid w:val="00CF78ED"/>
    <w:rsid w:val="00D000A9"/>
    <w:rsid w:val="00D02B25"/>
    <w:rsid w:val="00D02EBA"/>
    <w:rsid w:val="00D04946"/>
    <w:rsid w:val="00D17C3C"/>
    <w:rsid w:val="00D23E34"/>
    <w:rsid w:val="00D25DE0"/>
    <w:rsid w:val="00D26B2C"/>
    <w:rsid w:val="00D3397B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265F"/>
    <w:rsid w:val="00DA69FF"/>
    <w:rsid w:val="00DB4087"/>
    <w:rsid w:val="00DC4C5D"/>
    <w:rsid w:val="00DE09C0"/>
    <w:rsid w:val="00DE0D43"/>
    <w:rsid w:val="00DE4A14"/>
    <w:rsid w:val="00DF320D"/>
    <w:rsid w:val="00DF71C8"/>
    <w:rsid w:val="00E04690"/>
    <w:rsid w:val="00E129B8"/>
    <w:rsid w:val="00E21E7D"/>
    <w:rsid w:val="00E22FBC"/>
    <w:rsid w:val="00E24BF5"/>
    <w:rsid w:val="00E25338"/>
    <w:rsid w:val="00E467FB"/>
    <w:rsid w:val="00E51E44"/>
    <w:rsid w:val="00E63348"/>
    <w:rsid w:val="00E742AA"/>
    <w:rsid w:val="00E77E88"/>
    <w:rsid w:val="00E8107D"/>
    <w:rsid w:val="00E840D5"/>
    <w:rsid w:val="00E960BB"/>
    <w:rsid w:val="00EA2074"/>
    <w:rsid w:val="00EA4832"/>
    <w:rsid w:val="00EA4E9D"/>
    <w:rsid w:val="00EA645E"/>
    <w:rsid w:val="00EC4899"/>
    <w:rsid w:val="00ED03AB"/>
    <w:rsid w:val="00ED32D2"/>
    <w:rsid w:val="00EE32DE"/>
    <w:rsid w:val="00EE5457"/>
    <w:rsid w:val="00F056E4"/>
    <w:rsid w:val="00F070AB"/>
    <w:rsid w:val="00F17567"/>
    <w:rsid w:val="00F26B3E"/>
    <w:rsid w:val="00F27A7B"/>
    <w:rsid w:val="00F526AF"/>
    <w:rsid w:val="00F617C3"/>
    <w:rsid w:val="00F61A26"/>
    <w:rsid w:val="00F7066B"/>
    <w:rsid w:val="00F83B28"/>
    <w:rsid w:val="00F974DA"/>
    <w:rsid w:val="00FA46E5"/>
    <w:rsid w:val="00FB3BB2"/>
    <w:rsid w:val="00FB7DBA"/>
    <w:rsid w:val="00FC1C25"/>
    <w:rsid w:val="00FC3F45"/>
    <w:rsid w:val="00FC7328"/>
    <w:rsid w:val="00FD503F"/>
    <w:rsid w:val="00FD7589"/>
    <w:rsid w:val="00FE24A6"/>
    <w:rsid w:val="00FE4150"/>
    <w:rsid w:val="00FE693E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8D3205"/>
  <w15:docId w15:val="{1CC557A5-1979-4A16-8A5B-AE697E3D77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15778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90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2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41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90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2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85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451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lubliniec-mpbp.sowa.pl/index.php?KatID=0&amp;typ=record&amp;001=Wo3315003075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CEE162-99F7-42AB-B3F2-A060DBFEF1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</TotalTime>
  <Pages>5</Pages>
  <Words>995</Words>
  <Characters>5970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Grzegorz Bonusiak</cp:lastModifiedBy>
  <cp:revision>4</cp:revision>
  <cp:lastPrinted>2025-02-11T08:48:00Z</cp:lastPrinted>
  <dcterms:created xsi:type="dcterms:W3CDTF">2025-01-22T22:14:00Z</dcterms:created>
  <dcterms:modified xsi:type="dcterms:W3CDTF">2025-02-11T08:48:00Z</dcterms:modified>
</cp:coreProperties>
</file>